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18CEEAB7" w14:textId="77777777" w:rsidR="00A33AAC" w:rsidRPr="00D7576A" w:rsidRDefault="00A33AAC" w:rsidP="00A33AAC">
      <w:pPr>
        <w:pStyle w:val="i-bhead"/>
        <w:rPr>
          <w:lang w:val="en-US"/>
        </w:rPr>
      </w:pPr>
      <w:r w:rsidRPr="00D7576A">
        <w:rPr>
          <w:lang w:val="en-US"/>
        </w:rPr>
        <w:t xml:space="preserve">Chapter </w:t>
      </w:r>
      <w:r>
        <w:rPr>
          <w:lang w:val="en-US"/>
        </w:rPr>
        <w:t>3 Cells undergo chemical reactions</w:t>
      </w:r>
    </w:p>
    <w:p w14:paraId="36E8200A" w14:textId="70D71964" w:rsidR="00B512AF" w:rsidRDefault="00B512AF" w:rsidP="00B512AF">
      <w:pPr>
        <w:pStyle w:val="i-chead"/>
      </w:pPr>
      <w:r>
        <w:t xml:space="preserve">Questions </w:t>
      </w:r>
      <w:r w:rsidR="00A33AAC">
        <w:t>3</w:t>
      </w:r>
      <w:r>
        <w:t>.1</w:t>
      </w:r>
    </w:p>
    <w:p w14:paraId="0221E46C" w14:textId="4FD94717" w:rsidR="00B512AF" w:rsidRDefault="00B512AF" w:rsidP="00B512AF">
      <w:pPr>
        <w:pStyle w:val="i-chead"/>
      </w:pPr>
      <w:r>
        <w:t xml:space="preserve">Recall knowledge </w:t>
      </w:r>
      <w:bookmarkStart w:id="1" w:name="_Hlk36025809"/>
    </w:p>
    <w:p w14:paraId="3CFE2A60" w14:textId="77777777" w:rsidR="00A33AAC" w:rsidRDefault="00A33AAC" w:rsidP="00787F7E">
      <w:pPr>
        <w:pStyle w:val="answers-question"/>
      </w:pPr>
      <w:r w:rsidRPr="002C4A53">
        <w:rPr>
          <w:b/>
        </w:rPr>
        <w:t>1</w:t>
      </w:r>
      <w:r w:rsidRPr="002C4A53">
        <w:t xml:space="preserve"> Define ‘metabolism’.</w:t>
      </w:r>
    </w:p>
    <w:p w14:paraId="7DAC8262" w14:textId="77777777" w:rsidR="00A33AAC" w:rsidRPr="006D31F3" w:rsidRDefault="00A33AAC" w:rsidP="00787F7E">
      <w:pPr>
        <w:pStyle w:val="answers-answer"/>
      </w:pPr>
      <w:r w:rsidRPr="00787F7E">
        <w:rPr>
          <w:rStyle w:val="answer"/>
        </w:rPr>
        <w:t>Answer</w:t>
      </w:r>
      <w:r w:rsidRPr="00351348">
        <w:rPr>
          <w:i/>
        </w:rPr>
        <w:t>:</w:t>
      </w:r>
      <w:r>
        <w:t xml:space="preserve"> All the chemical reactions occurring in a living organism.</w:t>
      </w:r>
    </w:p>
    <w:p w14:paraId="5E12DDD0" w14:textId="77777777" w:rsidR="00A33AAC" w:rsidRDefault="00A33AAC" w:rsidP="00787F7E">
      <w:pPr>
        <w:pStyle w:val="answers-question"/>
      </w:pPr>
      <w:r w:rsidRPr="002C4A53">
        <w:rPr>
          <w:b/>
        </w:rPr>
        <w:t>2</w:t>
      </w:r>
      <w:r w:rsidRPr="002C4A53">
        <w:t xml:space="preserve"> Describe the structure of lipids.</w:t>
      </w:r>
    </w:p>
    <w:p w14:paraId="14D46A47" w14:textId="77777777" w:rsidR="00A33AAC" w:rsidRPr="006D31F3" w:rsidRDefault="00A33AAC" w:rsidP="00787F7E">
      <w:pPr>
        <w:pStyle w:val="answers-answer"/>
      </w:pPr>
      <w:r w:rsidRPr="00787F7E">
        <w:rPr>
          <w:rStyle w:val="answer"/>
        </w:rPr>
        <w:t>Answer</w:t>
      </w:r>
      <w:r w:rsidRPr="00351348">
        <w:rPr>
          <w:i/>
        </w:rPr>
        <w:t>:</w:t>
      </w:r>
      <w:r>
        <w:t xml:space="preserve"> Large organic molecule made up of one, two or three fatty acid molecules and one molecule of glycerol. </w:t>
      </w:r>
    </w:p>
    <w:p w14:paraId="33FDE6FB" w14:textId="77777777" w:rsidR="00A33AAC" w:rsidRDefault="00A33AAC" w:rsidP="00787F7E">
      <w:pPr>
        <w:pStyle w:val="answers-question"/>
      </w:pPr>
      <w:r w:rsidRPr="002C4A53">
        <w:rPr>
          <w:b/>
        </w:rPr>
        <w:t>3</w:t>
      </w:r>
      <w:r w:rsidRPr="002C4A53">
        <w:t xml:space="preserve"> Explain why amino acids bonding to form a</w:t>
      </w:r>
      <w:r>
        <w:t xml:space="preserve"> </w:t>
      </w:r>
      <w:r w:rsidRPr="002C4A53">
        <w:t>protein is an example of anabolic metabolism.</w:t>
      </w:r>
    </w:p>
    <w:p w14:paraId="2E930613" w14:textId="77777777" w:rsidR="00A33AAC" w:rsidRPr="006D31F3" w:rsidRDefault="00A33AAC" w:rsidP="00787F7E">
      <w:pPr>
        <w:pStyle w:val="answers-answer"/>
      </w:pPr>
      <w:r w:rsidRPr="00787F7E">
        <w:rPr>
          <w:rStyle w:val="answer"/>
        </w:rPr>
        <w:t>Answer</w:t>
      </w:r>
      <w:r w:rsidRPr="00351348">
        <w:rPr>
          <w:i/>
        </w:rPr>
        <w:t>:</w:t>
      </w:r>
      <w:r>
        <w:t xml:space="preserve"> Anabolism is a reaction where small molecules are combined to make larger molecules. Amino acids are the smallest component of a protein, adding amino acids together to make the larger protein molecule is anabolism. </w:t>
      </w:r>
    </w:p>
    <w:p w14:paraId="595CC70A" w14:textId="77777777" w:rsidR="00A33AAC" w:rsidRDefault="00A33AAC" w:rsidP="00787F7E">
      <w:pPr>
        <w:pStyle w:val="answers-question"/>
      </w:pPr>
      <w:r w:rsidRPr="002C4A53">
        <w:rPr>
          <w:b/>
        </w:rPr>
        <w:t>4</w:t>
      </w:r>
      <w:r w:rsidRPr="002C4A53">
        <w:t xml:space="preserve"> Describe the role of water in chemical</w:t>
      </w:r>
      <w:r>
        <w:t xml:space="preserve"> </w:t>
      </w:r>
      <w:r w:rsidRPr="002C4A53">
        <w:t>reactions.</w:t>
      </w:r>
    </w:p>
    <w:p w14:paraId="574CB70E" w14:textId="77777777" w:rsidR="00A33AAC" w:rsidRPr="006D31F3" w:rsidRDefault="00A33AAC" w:rsidP="00787F7E">
      <w:pPr>
        <w:pStyle w:val="answers-answer"/>
      </w:pPr>
      <w:r w:rsidRPr="00787F7E">
        <w:rPr>
          <w:rStyle w:val="answer"/>
        </w:rPr>
        <w:t>Answer</w:t>
      </w:r>
      <w:r w:rsidRPr="00351348">
        <w:rPr>
          <w:i/>
        </w:rPr>
        <w:t>:</w:t>
      </w:r>
      <w:r>
        <w:t xml:space="preserve"> Water provides the fluid where the substances are dissolved </w:t>
      </w:r>
      <w:proofErr w:type="gramStart"/>
      <w:r>
        <w:t>in, or</w:t>
      </w:r>
      <w:proofErr w:type="gramEnd"/>
      <w:r>
        <w:t xml:space="preserve"> provides molecules that are needed in the reactions. </w:t>
      </w:r>
    </w:p>
    <w:p w14:paraId="3517678F" w14:textId="77777777" w:rsidR="00A33AAC" w:rsidRPr="002C4A53" w:rsidRDefault="00A33AAC" w:rsidP="00194D67">
      <w:pPr>
        <w:pStyle w:val="i-chead"/>
        <w:rPr>
          <w:lang w:val="en-US"/>
        </w:rPr>
      </w:pPr>
      <w:r w:rsidRPr="002C4A53">
        <w:rPr>
          <w:lang w:val="en-US"/>
        </w:rPr>
        <w:t>A</w:t>
      </w:r>
      <w:r>
        <w:rPr>
          <w:lang w:val="en-US"/>
        </w:rPr>
        <w:t>pply knowledge</w:t>
      </w:r>
    </w:p>
    <w:p w14:paraId="58D3AC40" w14:textId="2C656AE7" w:rsidR="00A33AAC" w:rsidRDefault="00A33AAC" w:rsidP="00787F7E">
      <w:pPr>
        <w:pStyle w:val="answers-question"/>
      </w:pPr>
      <w:r w:rsidRPr="002C4A53">
        <w:rPr>
          <w:b/>
        </w:rPr>
        <w:t>5</w:t>
      </w:r>
      <w:r w:rsidRPr="002C4A53">
        <w:t xml:space="preserve"> Classify each of the following as either organic</w:t>
      </w:r>
      <w:r>
        <w:t xml:space="preserve"> </w:t>
      </w:r>
      <w:r w:rsidRPr="002C4A53">
        <w:t>or inorganic: water, dipeptide, protein, minerals,</w:t>
      </w:r>
      <w:r w:rsidR="00B8370C">
        <w:t xml:space="preserve"> </w:t>
      </w:r>
      <w:r w:rsidRPr="002C4A53">
        <w:t>polysaccharide, lipids, carbohydrates, nucleic</w:t>
      </w:r>
      <w:r>
        <w:t xml:space="preserve"> </w:t>
      </w:r>
      <w:r w:rsidRPr="002C4A53">
        <w:t>acids, vitamins, monosaccharide, triglyceride.</w:t>
      </w:r>
    </w:p>
    <w:p w14:paraId="4B83E7FE" w14:textId="77777777" w:rsidR="00A33AAC" w:rsidRDefault="00A33AAC" w:rsidP="00787F7E">
      <w:pPr>
        <w:pStyle w:val="answers-answer"/>
      </w:pPr>
      <w:r w:rsidRPr="00787F7E">
        <w:rPr>
          <w:rStyle w:val="answer"/>
        </w:rPr>
        <w:t>Answer</w:t>
      </w:r>
      <w:r w:rsidRPr="00351348">
        <w:t>:</w:t>
      </w:r>
    </w:p>
    <w:p w14:paraId="1E67E5D3" w14:textId="77777777" w:rsidR="00A33AAC" w:rsidRDefault="00A33AAC" w:rsidP="00787F7E">
      <w:pPr>
        <w:pStyle w:val="answers-answer"/>
      </w:pPr>
      <w:r>
        <w:t>Organic: dipeptide, protein, polysaccharide, lipids, carbohydrates, nucleic acids, monosaccharide, triglyceride.</w:t>
      </w:r>
    </w:p>
    <w:p w14:paraId="12E88E5F" w14:textId="77777777" w:rsidR="00A33AAC" w:rsidRPr="006D31F3" w:rsidRDefault="00A33AAC" w:rsidP="00787F7E">
      <w:pPr>
        <w:pStyle w:val="answers-answer"/>
      </w:pPr>
      <w:r>
        <w:t xml:space="preserve">Inorganic: minerals, vitamins, water </w:t>
      </w:r>
    </w:p>
    <w:p w14:paraId="5739818E" w14:textId="77777777" w:rsidR="00B8370C" w:rsidRDefault="00B8370C" w:rsidP="00787F7E">
      <w:pPr>
        <w:pStyle w:val="answers-question"/>
        <w:rPr>
          <w:b/>
        </w:rPr>
      </w:pPr>
    </w:p>
    <w:p w14:paraId="36A14F36" w14:textId="77777777" w:rsidR="00B8370C" w:rsidRDefault="00B8370C" w:rsidP="00787F7E">
      <w:pPr>
        <w:pStyle w:val="answers-question"/>
        <w:rPr>
          <w:b/>
        </w:rPr>
      </w:pPr>
    </w:p>
    <w:p w14:paraId="7EAA8742" w14:textId="542BFD4D" w:rsidR="00A33AAC" w:rsidRDefault="00A33AAC" w:rsidP="00787F7E">
      <w:pPr>
        <w:pStyle w:val="answers-question"/>
      </w:pPr>
      <w:r w:rsidRPr="002C4A53">
        <w:rPr>
          <w:b/>
        </w:rPr>
        <w:lastRenderedPageBreak/>
        <w:t>6</w:t>
      </w:r>
      <w:r w:rsidRPr="002C4A53">
        <w:t xml:space="preserve"> Compare and contrast carbohydrates and</w:t>
      </w:r>
      <w:r>
        <w:t xml:space="preserve"> </w:t>
      </w:r>
      <w:r w:rsidRPr="002C4A53">
        <w:t>proteins.</w:t>
      </w:r>
    </w:p>
    <w:p w14:paraId="6F13EA62" w14:textId="77777777" w:rsidR="00A33AAC" w:rsidRDefault="00A33AAC" w:rsidP="00787F7E">
      <w:pPr>
        <w:pStyle w:val="answers-answer"/>
      </w:pPr>
      <w:r w:rsidRPr="00787F7E">
        <w:rPr>
          <w:rStyle w:val="answer"/>
        </w:rPr>
        <w:t>Answer</w:t>
      </w:r>
      <w:r w:rsidRPr="00351348">
        <w:t>:</w:t>
      </w:r>
    </w:p>
    <w:p w14:paraId="6A1391BB" w14:textId="77777777" w:rsidR="00A33AAC" w:rsidRDefault="00A33AAC" w:rsidP="00787F7E">
      <w:pPr>
        <w:pStyle w:val="answers-answer"/>
      </w:pPr>
      <w:r>
        <w:t>Compare: Both contain carbon, hydrogen and oxygen atoms. Both can be used as an energy source (proteins, only when carbohydrate and lipid sources are used up)</w:t>
      </w:r>
    </w:p>
    <w:p w14:paraId="0BCAB4F0" w14:textId="77777777" w:rsidR="00A33AAC" w:rsidRDefault="00A33AAC" w:rsidP="00787F7E">
      <w:pPr>
        <w:pStyle w:val="answers-answer"/>
      </w:pPr>
      <w:r>
        <w:t xml:space="preserve">Contrast: Proteins also contain nitrogen atoms. </w:t>
      </w:r>
    </w:p>
    <w:p w14:paraId="7A8C1448" w14:textId="77777777" w:rsidR="00A33AAC" w:rsidRDefault="00A33AAC" w:rsidP="00787F7E">
      <w:pPr>
        <w:pStyle w:val="answers-question"/>
      </w:pPr>
      <w:r w:rsidRPr="00C16B73">
        <w:rPr>
          <w:b/>
        </w:rPr>
        <w:t>7</w:t>
      </w:r>
      <w:r>
        <w:t xml:space="preserve"> </w:t>
      </w:r>
      <w:r w:rsidRPr="00C16B73">
        <w:t>Conduct research to identify common foods</w:t>
      </w:r>
      <w:r>
        <w:t xml:space="preserve"> </w:t>
      </w:r>
      <w:r w:rsidRPr="00C16B73">
        <w:t>that are high in simple sugars, complex</w:t>
      </w:r>
      <w:r>
        <w:t xml:space="preserve"> </w:t>
      </w:r>
      <w:r w:rsidRPr="00C16B73">
        <w:t>carbohydrates, proteins and lipids.</w:t>
      </w:r>
    </w:p>
    <w:p w14:paraId="6AF2F7BA" w14:textId="77777777" w:rsidR="00A33AAC" w:rsidRDefault="00A33AAC" w:rsidP="00787F7E">
      <w:pPr>
        <w:pStyle w:val="answers-answer"/>
      </w:pPr>
      <w:r w:rsidRPr="00787F7E">
        <w:rPr>
          <w:rStyle w:val="answer"/>
        </w:rPr>
        <w:t>Answer</w:t>
      </w:r>
      <w:r w:rsidRPr="00351348">
        <w:t>:</w:t>
      </w:r>
    </w:p>
    <w:p w14:paraId="0616983B" w14:textId="77777777" w:rsidR="00A33AAC" w:rsidRDefault="00A33AAC" w:rsidP="00787F7E">
      <w:pPr>
        <w:pStyle w:val="answers-answer"/>
      </w:pPr>
      <w:r>
        <w:t>Simple sugars: Raw sugar, brown sugar, corn syrups and high-fructose syrup, fruit juice concentrate, honey. fruit</w:t>
      </w:r>
    </w:p>
    <w:p w14:paraId="2BDAB413" w14:textId="77777777" w:rsidR="00A33AAC" w:rsidRDefault="00A33AAC" w:rsidP="00787F7E">
      <w:pPr>
        <w:pStyle w:val="answers-answer"/>
      </w:pPr>
      <w:r>
        <w:t>Complex carbohydrates: Brown rice, corn, wheat, barley, oats, quinoa, peas, beans, while grains, vegetables.</w:t>
      </w:r>
    </w:p>
    <w:p w14:paraId="003B0FED" w14:textId="77777777" w:rsidR="00A33AAC" w:rsidRDefault="00A33AAC" w:rsidP="00787F7E">
      <w:pPr>
        <w:pStyle w:val="answers-answer"/>
      </w:pPr>
      <w:r>
        <w:t>Proteins: beef, lamb, veal, pork kangaroo, chicken, turkey, goose, duck, fish, prawns, crab, lobster, eggs, milk, yoghurt, cheese</w:t>
      </w:r>
    </w:p>
    <w:p w14:paraId="74DEB476" w14:textId="77777777" w:rsidR="00A33AAC" w:rsidRDefault="00A33AAC" w:rsidP="00787F7E">
      <w:pPr>
        <w:pStyle w:val="answers-answer"/>
      </w:pPr>
      <w:r>
        <w:t>Lipids: avocados, vegetable oil, cheese, olives, butter, whole milk, nuts</w:t>
      </w:r>
    </w:p>
    <w:p w14:paraId="7B92A93E" w14:textId="77777777" w:rsidR="00A33AAC" w:rsidRPr="00D7576A" w:rsidRDefault="00A33AAC" w:rsidP="00194D67">
      <w:pPr>
        <w:pStyle w:val="i-chead"/>
        <w:rPr>
          <w:lang w:val="en-US"/>
        </w:rPr>
      </w:pPr>
      <w:r w:rsidRPr="00D7576A">
        <w:rPr>
          <w:lang w:val="en-US"/>
        </w:rPr>
        <w:t xml:space="preserve">Questions </w:t>
      </w:r>
      <w:r>
        <w:rPr>
          <w:lang w:val="en-US"/>
        </w:rPr>
        <w:t>3</w:t>
      </w:r>
      <w:r w:rsidRPr="00D7576A">
        <w:rPr>
          <w:lang w:val="en-US"/>
        </w:rPr>
        <w:t>.</w:t>
      </w:r>
      <w:r>
        <w:rPr>
          <w:lang w:val="en-US"/>
        </w:rPr>
        <w:t>2</w:t>
      </w:r>
    </w:p>
    <w:p w14:paraId="4473AA68" w14:textId="77777777" w:rsidR="00A33AAC" w:rsidRDefault="00A33AAC" w:rsidP="00194D67">
      <w:pPr>
        <w:pStyle w:val="i-chead"/>
        <w:rPr>
          <w:lang w:val="en-US"/>
        </w:rPr>
      </w:pPr>
      <w:r w:rsidRPr="00D7576A">
        <w:rPr>
          <w:lang w:val="en-US"/>
        </w:rPr>
        <w:t>Recall knowledge</w:t>
      </w:r>
    </w:p>
    <w:p w14:paraId="245D2D6D" w14:textId="77777777" w:rsidR="00A33AAC" w:rsidRDefault="00A33AAC" w:rsidP="00787F7E">
      <w:pPr>
        <w:pStyle w:val="answers-question"/>
      </w:pPr>
      <w:r w:rsidRPr="002C4A53">
        <w:rPr>
          <w:b/>
        </w:rPr>
        <w:t xml:space="preserve">1 </w:t>
      </w:r>
      <w:r w:rsidRPr="002C4A53">
        <w:t>List the factors that affect the activity of</w:t>
      </w:r>
      <w:r>
        <w:t xml:space="preserve"> </w:t>
      </w:r>
      <w:r w:rsidRPr="002C4A53">
        <w:t>enzymes.</w:t>
      </w:r>
    </w:p>
    <w:p w14:paraId="25A479AE" w14:textId="77777777" w:rsidR="00A33AAC" w:rsidRDefault="00A33AAC" w:rsidP="00787F7E">
      <w:pPr>
        <w:pStyle w:val="answers-answer"/>
      </w:pPr>
      <w:r w:rsidRPr="00787F7E">
        <w:rPr>
          <w:rStyle w:val="answer"/>
        </w:rPr>
        <w:t>Answer</w:t>
      </w:r>
      <w:r w:rsidRPr="00351348">
        <w:t>:</w:t>
      </w:r>
      <w:r>
        <w:t xml:space="preserve"> </w:t>
      </w:r>
    </w:p>
    <w:p w14:paraId="31DCBBD6" w14:textId="77777777" w:rsidR="00A33AAC" w:rsidRDefault="00A33AAC" w:rsidP="00787F7E">
      <w:pPr>
        <w:pStyle w:val="answers-answer"/>
      </w:pPr>
      <w:r>
        <w:sym w:font="Wingdings" w:char="F09F"/>
      </w:r>
      <w:r>
        <w:t xml:space="preserve"> Enzyme concentration</w:t>
      </w:r>
    </w:p>
    <w:p w14:paraId="7C1EE059" w14:textId="77777777" w:rsidR="00A33AAC" w:rsidRDefault="00A33AAC" w:rsidP="00787F7E">
      <w:pPr>
        <w:pStyle w:val="answers-answer"/>
      </w:pPr>
      <w:r>
        <w:sym w:font="Wingdings" w:char="F09F"/>
      </w:r>
      <w:r>
        <w:t xml:space="preserve"> Substrate concentration</w:t>
      </w:r>
    </w:p>
    <w:p w14:paraId="4791ADD8" w14:textId="77777777" w:rsidR="00A33AAC" w:rsidRDefault="00A33AAC" w:rsidP="00787F7E">
      <w:pPr>
        <w:pStyle w:val="answers-answer"/>
      </w:pPr>
      <w:r>
        <w:sym w:font="Wingdings" w:char="F09F"/>
      </w:r>
      <w:r>
        <w:t xml:space="preserve"> Product concentration</w:t>
      </w:r>
    </w:p>
    <w:p w14:paraId="3AC70685" w14:textId="77777777" w:rsidR="00A33AAC" w:rsidRDefault="00A33AAC" w:rsidP="00787F7E">
      <w:pPr>
        <w:pStyle w:val="answers-answer"/>
      </w:pPr>
      <w:r>
        <w:sym w:font="Wingdings" w:char="F09F"/>
      </w:r>
      <w:r>
        <w:t xml:space="preserve"> Temperature</w:t>
      </w:r>
    </w:p>
    <w:p w14:paraId="0051E800" w14:textId="77777777" w:rsidR="00A33AAC" w:rsidRDefault="00A33AAC" w:rsidP="00787F7E">
      <w:pPr>
        <w:pStyle w:val="answers-answer"/>
      </w:pPr>
      <w:r>
        <w:sym w:font="Wingdings" w:char="F09F"/>
      </w:r>
      <w:r>
        <w:t xml:space="preserve"> pH</w:t>
      </w:r>
    </w:p>
    <w:p w14:paraId="613DE6A5" w14:textId="77777777" w:rsidR="00A33AAC" w:rsidRDefault="00A33AAC" w:rsidP="00787F7E">
      <w:pPr>
        <w:pStyle w:val="answers-answer"/>
      </w:pPr>
      <w:r>
        <w:sym w:font="Wingdings" w:char="F09F"/>
      </w:r>
      <w:r>
        <w:t xml:space="preserve"> Presence of cofactors or coenzymes</w:t>
      </w:r>
    </w:p>
    <w:p w14:paraId="1EC62CF3" w14:textId="77777777" w:rsidR="00A33AAC" w:rsidRPr="006D31F3" w:rsidRDefault="00A33AAC" w:rsidP="00787F7E">
      <w:pPr>
        <w:pStyle w:val="answers-answer"/>
      </w:pPr>
      <w:r>
        <w:sym w:font="Wingdings" w:char="F09F"/>
      </w:r>
      <w:r>
        <w:t xml:space="preserve"> Presence of enzyme inhibitors</w:t>
      </w:r>
    </w:p>
    <w:p w14:paraId="33B72272" w14:textId="77777777" w:rsidR="00A33AAC" w:rsidRDefault="00A33AAC" w:rsidP="00787F7E">
      <w:pPr>
        <w:pStyle w:val="answers-question"/>
      </w:pPr>
      <w:r w:rsidRPr="002C4A53">
        <w:rPr>
          <w:b/>
        </w:rPr>
        <w:t>2</w:t>
      </w:r>
      <w:r w:rsidRPr="002C4A53">
        <w:t xml:space="preserve"> Use a diagram to demonstrate the lock-and</w:t>
      </w:r>
      <w:r>
        <w:t>-</w:t>
      </w:r>
      <w:r w:rsidRPr="002C4A53">
        <w:t>key</w:t>
      </w:r>
      <w:r>
        <w:t xml:space="preserve"> </w:t>
      </w:r>
      <w:r w:rsidRPr="002C4A53">
        <w:t>model of enzyme activity.</w:t>
      </w:r>
    </w:p>
    <w:p w14:paraId="12823DBB" w14:textId="77412E92" w:rsidR="00A33AAC" w:rsidRDefault="00A33AAC" w:rsidP="00787F7E">
      <w:pPr>
        <w:pStyle w:val="answers-answer"/>
      </w:pPr>
      <w:r w:rsidRPr="00787F7E">
        <w:rPr>
          <w:rStyle w:val="answer"/>
        </w:rPr>
        <w:t>Answer</w:t>
      </w:r>
      <w:r w:rsidRPr="00351348">
        <w:rPr>
          <w:i/>
        </w:rPr>
        <w:t>:</w:t>
      </w:r>
      <w:r>
        <w:t xml:space="preserve"> Student diagrams will vary. Should show a specific active site shape, compl</w:t>
      </w:r>
      <w:r w:rsidR="00B8370C">
        <w:t>e</w:t>
      </w:r>
      <w:r>
        <w:t xml:space="preserve">mentary to the substrate, and the enzyme-substrate complex. Refer to Figure 3.9 on page 67 of the student book.  </w:t>
      </w:r>
    </w:p>
    <w:p w14:paraId="35DB07D3" w14:textId="77777777" w:rsidR="00B8370C" w:rsidRDefault="00B8370C" w:rsidP="00787F7E">
      <w:pPr>
        <w:pStyle w:val="answers-question"/>
        <w:rPr>
          <w:b/>
        </w:rPr>
      </w:pPr>
    </w:p>
    <w:p w14:paraId="2986DBE4" w14:textId="1AA48DA7" w:rsidR="00A33AAC" w:rsidRPr="002C4A53" w:rsidRDefault="00A33AAC" w:rsidP="00787F7E">
      <w:pPr>
        <w:pStyle w:val="answers-question"/>
      </w:pPr>
      <w:r w:rsidRPr="002C4A53">
        <w:rPr>
          <w:b/>
        </w:rPr>
        <w:lastRenderedPageBreak/>
        <w:t>3</w:t>
      </w:r>
      <w:r w:rsidRPr="002C4A53">
        <w:t xml:space="preserve"> Explain why an increased temperature can:</w:t>
      </w:r>
    </w:p>
    <w:p w14:paraId="35AE9312" w14:textId="77777777" w:rsidR="00A33AAC" w:rsidRDefault="00A33AAC" w:rsidP="00787F7E">
      <w:pPr>
        <w:pStyle w:val="answers-question"/>
      </w:pPr>
      <w:proofErr w:type="spellStart"/>
      <w:proofErr w:type="gramStart"/>
      <w:r w:rsidRPr="002C4A53">
        <w:rPr>
          <w:b/>
        </w:rPr>
        <w:t>a</w:t>
      </w:r>
      <w:proofErr w:type="spellEnd"/>
      <w:proofErr w:type="gramEnd"/>
      <w:r w:rsidRPr="002C4A53">
        <w:t xml:space="preserve"> increase the rate of the reaction</w:t>
      </w:r>
    </w:p>
    <w:p w14:paraId="054CD9D5" w14:textId="77777777" w:rsidR="00A33AAC" w:rsidRPr="00E51B21" w:rsidRDefault="00A33AAC" w:rsidP="00787F7E">
      <w:pPr>
        <w:pStyle w:val="answers-answer"/>
      </w:pPr>
      <w:r w:rsidRPr="00787F7E">
        <w:rPr>
          <w:rStyle w:val="answer"/>
        </w:rPr>
        <w:t>Answer</w:t>
      </w:r>
      <w:r w:rsidRPr="00351348">
        <w:rPr>
          <w:i/>
        </w:rPr>
        <w:t>:</w:t>
      </w:r>
      <w:r>
        <w:t xml:space="preserve"> As temperature increases, the energy of the molecules increases as well. They will collide more frequently and increase the chance of an enzyme-substrate complex forming, thereby increasing the rate of the reaction. </w:t>
      </w:r>
    </w:p>
    <w:p w14:paraId="704D6E02" w14:textId="77777777" w:rsidR="00A33AAC" w:rsidRDefault="00A33AAC" w:rsidP="00787F7E">
      <w:pPr>
        <w:pStyle w:val="answers-question"/>
      </w:pPr>
      <w:r w:rsidRPr="002C4A53">
        <w:rPr>
          <w:b/>
        </w:rPr>
        <w:t>b</w:t>
      </w:r>
      <w:r w:rsidRPr="002C4A53">
        <w:t xml:space="preserve"> </w:t>
      </w:r>
      <w:proofErr w:type="gramStart"/>
      <w:r w:rsidRPr="002C4A53">
        <w:t>decrease</w:t>
      </w:r>
      <w:proofErr w:type="gramEnd"/>
      <w:r w:rsidRPr="002C4A53">
        <w:t xml:space="preserve"> the rate of the reaction.</w:t>
      </w:r>
    </w:p>
    <w:p w14:paraId="4F1DEF5A" w14:textId="232E5B4A" w:rsidR="00A33AAC" w:rsidRPr="00E51B21" w:rsidRDefault="00A33AAC" w:rsidP="00787F7E">
      <w:pPr>
        <w:pStyle w:val="answers-answer"/>
      </w:pPr>
      <w:r w:rsidRPr="00787F7E">
        <w:rPr>
          <w:rStyle w:val="answer"/>
        </w:rPr>
        <w:t>Answer</w:t>
      </w:r>
      <w:r w:rsidRPr="00351348">
        <w:rPr>
          <w:i/>
        </w:rPr>
        <w:t>:</w:t>
      </w:r>
      <w:r>
        <w:t xml:space="preserve"> Enzymes have an optimum temperature range (between 30</w:t>
      </w:r>
      <w:r w:rsidRPr="00E51B21">
        <w:rPr>
          <w:vertAlign w:val="superscript"/>
        </w:rPr>
        <w:t>o</w:t>
      </w:r>
      <w:r>
        <w:t>C and 40</w:t>
      </w:r>
      <w:r w:rsidRPr="00E51B21">
        <w:rPr>
          <w:vertAlign w:val="superscript"/>
        </w:rPr>
        <w:t>o</w:t>
      </w:r>
      <w:r>
        <w:t>C), higher than that the shape of the enzyme changes, and will not be complimentary to the substrate any longer, as such the rate of reaction decreases. The enzyme has become denatured and is inactive. At low temperatures, the molecules in the reaction have less energy, as such will move more slowly, collide less frequently and will also slow reaction rate. This can be recovered by providing more heat energy.</w:t>
      </w:r>
    </w:p>
    <w:p w14:paraId="4A742710" w14:textId="77777777" w:rsidR="00A33AAC" w:rsidRPr="002C4A53" w:rsidRDefault="00A33AAC" w:rsidP="00194D67">
      <w:pPr>
        <w:pStyle w:val="i-chead"/>
        <w:rPr>
          <w:lang w:val="en-US"/>
        </w:rPr>
      </w:pPr>
      <w:r w:rsidRPr="002C4A53">
        <w:rPr>
          <w:lang w:val="en-US"/>
        </w:rPr>
        <w:t>A</w:t>
      </w:r>
      <w:r>
        <w:rPr>
          <w:lang w:val="en-US"/>
        </w:rPr>
        <w:t>pply knowledge</w:t>
      </w:r>
    </w:p>
    <w:p w14:paraId="650B62B5" w14:textId="77777777" w:rsidR="00A33AAC" w:rsidRDefault="00A33AAC" w:rsidP="00787F7E">
      <w:pPr>
        <w:pStyle w:val="answers-question"/>
      </w:pPr>
      <w:r w:rsidRPr="00C5175C">
        <w:rPr>
          <w:b/>
        </w:rPr>
        <w:t>4</w:t>
      </w:r>
      <w:r w:rsidRPr="002C4A53">
        <w:t xml:space="preserve"> Explain the difference between a cofactor and</w:t>
      </w:r>
      <w:r>
        <w:t xml:space="preserve"> </w:t>
      </w:r>
      <w:r w:rsidRPr="002C4A53">
        <w:t>a coenzyme.</w:t>
      </w:r>
    </w:p>
    <w:p w14:paraId="00D6A80D" w14:textId="77777777" w:rsidR="00A33AAC" w:rsidRPr="00E51B21" w:rsidRDefault="00A33AAC" w:rsidP="00787F7E">
      <w:pPr>
        <w:pStyle w:val="answers-answer"/>
      </w:pPr>
      <w:r w:rsidRPr="00787F7E">
        <w:rPr>
          <w:rStyle w:val="answer"/>
        </w:rPr>
        <w:t>Answer</w:t>
      </w:r>
      <w:r w:rsidRPr="00351348">
        <w:rPr>
          <w:i/>
        </w:rPr>
        <w:t>:</w:t>
      </w:r>
      <w:r>
        <w:t xml:space="preserve"> A cofactor is an ion or non-protein molecule that will change the shape of the active site so an enzyme-substrate complex can be formed. A coenzyme is a non-protein organic molecule such as a vitamin. </w:t>
      </w:r>
    </w:p>
    <w:p w14:paraId="45F9BC96" w14:textId="77777777" w:rsidR="00A33AAC" w:rsidRDefault="00A33AAC" w:rsidP="00787F7E">
      <w:pPr>
        <w:pStyle w:val="answers-question"/>
      </w:pPr>
      <w:r w:rsidRPr="00C5175C">
        <w:rPr>
          <w:b/>
        </w:rPr>
        <w:t>5</w:t>
      </w:r>
      <w:r w:rsidRPr="002C4A53">
        <w:t xml:space="preserve"> Lipase is an enzyme that </w:t>
      </w:r>
      <w:proofErr w:type="spellStart"/>
      <w:r w:rsidRPr="002C4A53">
        <w:t>catalyses</w:t>
      </w:r>
      <w:proofErr w:type="spellEnd"/>
      <w:r w:rsidRPr="002C4A53">
        <w:t xml:space="preserve"> the</w:t>
      </w:r>
      <w:r>
        <w:t xml:space="preserve"> </w:t>
      </w:r>
      <w:r w:rsidRPr="002C4A53">
        <w:t>breakdown of lipid molecules. Would lipase</w:t>
      </w:r>
      <w:r>
        <w:t xml:space="preserve"> </w:t>
      </w:r>
      <w:r w:rsidRPr="002C4A53">
        <w:t>be able to break a protein down into smaller</w:t>
      </w:r>
      <w:r>
        <w:t xml:space="preserve"> </w:t>
      </w:r>
      <w:r w:rsidRPr="002C4A53">
        <w:t>peptides? Justify your answer.</w:t>
      </w:r>
    </w:p>
    <w:p w14:paraId="18C4935F" w14:textId="4254F938" w:rsidR="00A33AAC" w:rsidRPr="00732CFC" w:rsidRDefault="00A33AAC" w:rsidP="00787F7E">
      <w:pPr>
        <w:pStyle w:val="answers-answer"/>
      </w:pPr>
      <w:r w:rsidRPr="00787F7E">
        <w:rPr>
          <w:rStyle w:val="answer"/>
        </w:rPr>
        <w:t>Answer</w:t>
      </w:r>
      <w:r w:rsidRPr="00351348">
        <w:rPr>
          <w:i/>
        </w:rPr>
        <w:t>:</w:t>
      </w:r>
      <w:r>
        <w:t xml:space="preserve"> No. Enzymes are specific</w:t>
      </w:r>
      <w:r w:rsidR="00B8370C">
        <w:t>.</w:t>
      </w:r>
      <w:r>
        <w:t xml:space="preserve"> </w:t>
      </w:r>
      <w:r w:rsidR="00B8370C">
        <w:t>L</w:t>
      </w:r>
      <w:r>
        <w:t xml:space="preserve">ipase will have an active site that is specific to lipid molecules and will not be complementary to protein molecules. </w:t>
      </w:r>
    </w:p>
    <w:p w14:paraId="37226DBE" w14:textId="2EB478F5" w:rsidR="00A33AAC" w:rsidRDefault="00A33AAC" w:rsidP="00787F7E">
      <w:pPr>
        <w:pStyle w:val="answers-question"/>
      </w:pPr>
      <w:r w:rsidRPr="00C5175C">
        <w:rPr>
          <w:b/>
        </w:rPr>
        <w:t>6</w:t>
      </w:r>
      <w:r w:rsidRPr="002C4A53">
        <w:t xml:space="preserve"> Tay-Sachs disease is a genetic disorder where</w:t>
      </w:r>
      <w:r>
        <w:t xml:space="preserve"> </w:t>
      </w:r>
      <w:r w:rsidRPr="002C4A53">
        <w:t>the enzyme hexosaminidase A is not produced.</w:t>
      </w:r>
      <w:r w:rsidR="00B8370C">
        <w:t xml:space="preserve"> </w:t>
      </w:r>
      <w:r w:rsidRPr="002C4A53">
        <w:t>Without the enzyme, a fatty substance builds</w:t>
      </w:r>
      <w:r>
        <w:t xml:space="preserve"> </w:t>
      </w:r>
      <w:r w:rsidRPr="002C4A53">
        <w:t>up on neurons, causing a degeneration of the</w:t>
      </w:r>
      <w:r>
        <w:t xml:space="preserve"> </w:t>
      </w:r>
      <w:r w:rsidRPr="002C4A53">
        <w:t>central nervous system. Use this information</w:t>
      </w:r>
      <w:r>
        <w:t xml:space="preserve"> </w:t>
      </w:r>
      <w:r w:rsidRPr="002C4A53">
        <w:t>to discuss the importance of enzymes.</w:t>
      </w:r>
    </w:p>
    <w:p w14:paraId="3ED8DB74" w14:textId="28DA19AE" w:rsidR="00A33AAC" w:rsidRDefault="00A33AAC" w:rsidP="00787F7E">
      <w:pPr>
        <w:pStyle w:val="answers-answer"/>
      </w:pPr>
      <w:r w:rsidRPr="00787F7E">
        <w:rPr>
          <w:rStyle w:val="answer"/>
        </w:rPr>
        <w:t>Answer</w:t>
      </w:r>
      <w:r w:rsidRPr="00351348">
        <w:rPr>
          <w:i/>
        </w:rPr>
        <w:t>:</w:t>
      </w:r>
      <w:r>
        <w:t xml:space="preserve"> The enzyme hexosaminidase A is found in the cell</w:t>
      </w:r>
      <w:r w:rsidR="00B8370C">
        <w:t>’</w:t>
      </w:r>
      <w:r>
        <w:t>s lysosomes. When this enzyme is present</w:t>
      </w:r>
      <w:r w:rsidR="00B8370C">
        <w:t>,</w:t>
      </w:r>
      <w:r>
        <w:t xml:space="preserve"> it will break down the fatty substance (called GM2 ganglioside)</w:t>
      </w:r>
      <w:r w:rsidR="00B8370C">
        <w:t>.</w:t>
      </w:r>
      <w:r>
        <w:t xml:space="preserve"> </w:t>
      </w:r>
      <w:r w:rsidR="00B8370C">
        <w:t>W</w:t>
      </w:r>
      <w:r>
        <w:t>ithout it, the fatty substance builds up on neurons in the brain and spinal cord leading to the destruction of these neurons, and the symptoms of Tay</w:t>
      </w:r>
      <w:r w:rsidR="00B8370C">
        <w:t>-</w:t>
      </w:r>
      <w:r>
        <w:t>Sachs. Children born with Tay</w:t>
      </w:r>
      <w:r w:rsidR="00B8370C">
        <w:t>-</w:t>
      </w:r>
      <w:r>
        <w:t xml:space="preserve">Sachs usually only live to early childhood. </w:t>
      </w:r>
    </w:p>
    <w:p w14:paraId="2067CB48" w14:textId="77777777" w:rsidR="00A33AAC" w:rsidRPr="00732CFC" w:rsidRDefault="00A33AAC" w:rsidP="00787F7E">
      <w:pPr>
        <w:pStyle w:val="answers-answer"/>
      </w:pPr>
      <w:r>
        <w:lastRenderedPageBreak/>
        <w:t>Enzymes are important in normal functioning of the body, both in catabolic and anabolic reactions. Without them the body is unable to function normally.</w:t>
      </w:r>
    </w:p>
    <w:p w14:paraId="798CE282" w14:textId="77777777" w:rsidR="00A33AAC" w:rsidRPr="00D7576A" w:rsidRDefault="00A33AAC" w:rsidP="00194D67">
      <w:pPr>
        <w:pStyle w:val="i-chead"/>
        <w:rPr>
          <w:lang w:val="en-US"/>
        </w:rPr>
      </w:pPr>
      <w:r w:rsidRPr="00D7576A">
        <w:rPr>
          <w:lang w:val="en-US"/>
        </w:rPr>
        <w:t xml:space="preserve">Questions </w:t>
      </w:r>
      <w:r>
        <w:rPr>
          <w:lang w:val="en-US"/>
        </w:rPr>
        <w:t>3</w:t>
      </w:r>
      <w:r w:rsidRPr="00D7576A">
        <w:rPr>
          <w:lang w:val="en-US"/>
        </w:rPr>
        <w:t>.</w:t>
      </w:r>
      <w:r>
        <w:rPr>
          <w:lang w:val="en-US"/>
        </w:rPr>
        <w:t>3</w:t>
      </w:r>
    </w:p>
    <w:p w14:paraId="2CDA8B51" w14:textId="77777777" w:rsidR="00A33AAC" w:rsidRDefault="00A33AAC" w:rsidP="00194D67">
      <w:pPr>
        <w:pStyle w:val="i-chead"/>
        <w:rPr>
          <w:lang w:val="en-US"/>
        </w:rPr>
      </w:pPr>
      <w:r w:rsidRPr="00D7576A">
        <w:rPr>
          <w:lang w:val="en-US"/>
        </w:rPr>
        <w:t>Recall knowledge</w:t>
      </w:r>
    </w:p>
    <w:p w14:paraId="571F6017" w14:textId="77777777" w:rsidR="00A33AAC" w:rsidRDefault="00A33AAC" w:rsidP="00787F7E">
      <w:pPr>
        <w:pStyle w:val="answers-question"/>
      </w:pPr>
      <w:r w:rsidRPr="00C5175C">
        <w:rPr>
          <w:b/>
        </w:rPr>
        <w:t>1</w:t>
      </w:r>
      <w:r w:rsidRPr="00C5175C">
        <w:t xml:space="preserve"> Define ‘cellular respiration’.</w:t>
      </w:r>
    </w:p>
    <w:p w14:paraId="69B63F00" w14:textId="77777777" w:rsidR="00A33AAC" w:rsidRPr="009A636B" w:rsidRDefault="00A33AAC" w:rsidP="00787F7E">
      <w:pPr>
        <w:pStyle w:val="answers-answer"/>
      </w:pPr>
      <w:r w:rsidRPr="00787F7E">
        <w:rPr>
          <w:rStyle w:val="answer"/>
        </w:rPr>
        <w:t>Answer</w:t>
      </w:r>
      <w:r w:rsidRPr="00351348">
        <w:rPr>
          <w:i/>
        </w:rPr>
        <w:t>:</w:t>
      </w:r>
      <w:r>
        <w:t xml:space="preserve"> The process by which organic molecules, taken in as food, are broken down in the cells to release energy for the cell’s activities. </w:t>
      </w:r>
    </w:p>
    <w:p w14:paraId="0F9BCB61" w14:textId="77777777" w:rsidR="00A33AAC" w:rsidRDefault="00A33AAC" w:rsidP="00787F7E">
      <w:pPr>
        <w:pStyle w:val="answers-question"/>
      </w:pPr>
      <w:r w:rsidRPr="00C5175C">
        <w:rPr>
          <w:b/>
        </w:rPr>
        <w:t>2</w:t>
      </w:r>
      <w:r w:rsidRPr="00C5175C">
        <w:t xml:space="preserve"> What does ‘ATP’ stand for?</w:t>
      </w:r>
    </w:p>
    <w:p w14:paraId="66D5FCB0" w14:textId="77777777" w:rsidR="00A33AAC" w:rsidRPr="009A636B" w:rsidRDefault="00A33AAC" w:rsidP="00787F7E">
      <w:pPr>
        <w:pStyle w:val="answers-answer"/>
      </w:pPr>
      <w:r w:rsidRPr="00787F7E">
        <w:rPr>
          <w:rStyle w:val="answer"/>
        </w:rPr>
        <w:t>Answer</w:t>
      </w:r>
      <w:r w:rsidRPr="00351348">
        <w:rPr>
          <w:i/>
        </w:rPr>
        <w:t>:</w:t>
      </w:r>
      <w:r>
        <w:t xml:space="preserve"> Adenosine triphosphate</w:t>
      </w:r>
    </w:p>
    <w:p w14:paraId="3A4BCB79" w14:textId="77777777" w:rsidR="00A33AAC" w:rsidRDefault="00A33AAC" w:rsidP="00787F7E">
      <w:pPr>
        <w:pStyle w:val="answers-question"/>
      </w:pPr>
      <w:r w:rsidRPr="00C5175C">
        <w:rPr>
          <w:b/>
        </w:rPr>
        <w:t xml:space="preserve">3 </w:t>
      </w:r>
      <w:r w:rsidRPr="00C5175C">
        <w:t>Describe aerobic respiration.</w:t>
      </w:r>
    </w:p>
    <w:p w14:paraId="08C9AB24" w14:textId="77777777" w:rsidR="00A33AAC" w:rsidRPr="009A636B" w:rsidRDefault="00A33AAC" w:rsidP="00787F7E">
      <w:pPr>
        <w:pStyle w:val="answers-answer"/>
      </w:pPr>
      <w:r w:rsidRPr="00B8370C">
        <w:rPr>
          <w:rStyle w:val="answer"/>
          <w:iCs w:val="0"/>
        </w:rPr>
        <w:t>Answer</w:t>
      </w:r>
      <w:r w:rsidRPr="00351348">
        <w:rPr>
          <w:i/>
        </w:rPr>
        <w:t>:</w:t>
      </w:r>
      <w:r>
        <w:t xml:space="preserve"> The complete breakdown of glucose to form carbon dioxide and water in the presence of oxygen. Occurs in the mitochondrion. </w:t>
      </w:r>
    </w:p>
    <w:p w14:paraId="3BB730D0" w14:textId="77777777" w:rsidR="00A33AAC" w:rsidRDefault="00A33AAC" w:rsidP="00787F7E">
      <w:pPr>
        <w:pStyle w:val="answers-question"/>
      </w:pPr>
      <w:r w:rsidRPr="00C5175C">
        <w:rPr>
          <w:b/>
        </w:rPr>
        <w:t>4</w:t>
      </w:r>
      <w:r w:rsidRPr="00C5175C">
        <w:t xml:space="preserve"> Draw a flow chart to </w:t>
      </w:r>
      <w:proofErr w:type="spellStart"/>
      <w:r w:rsidRPr="00C5175C">
        <w:t>summarise</w:t>
      </w:r>
      <w:proofErr w:type="spellEnd"/>
      <w:r w:rsidRPr="00C5175C">
        <w:t xml:space="preserve"> the processes</w:t>
      </w:r>
      <w:r>
        <w:t xml:space="preserve"> </w:t>
      </w:r>
      <w:r w:rsidRPr="00C5175C">
        <w:t>that occur during aerobic respiration.</w:t>
      </w:r>
    </w:p>
    <w:p w14:paraId="7DD85FE5" w14:textId="77777777" w:rsidR="00A33AAC" w:rsidRDefault="00A33AAC" w:rsidP="00787F7E">
      <w:pPr>
        <w:pStyle w:val="answers-answer"/>
      </w:pPr>
      <w:r w:rsidRPr="00787F7E">
        <w:rPr>
          <w:rStyle w:val="answer"/>
        </w:rPr>
        <w:t>Answer</w:t>
      </w:r>
      <w:r w:rsidRPr="00351348">
        <w:t>:</w:t>
      </w:r>
    </w:p>
    <w:p w14:paraId="6D5E0F32" w14:textId="5C1B8E8C" w:rsidR="00A33AAC" w:rsidRDefault="00787F7E" w:rsidP="00A33AAC">
      <w:pPr>
        <w:spacing w:line="360" w:lineRule="auto"/>
        <w:rPr>
          <w:lang w:val="en-US"/>
        </w:rPr>
      </w:pPr>
      <w:r>
        <w:rPr>
          <w:noProof/>
        </w:rPr>
        <w:drawing>
          <wp:inline distT="0" distB="0" distL="0" distR="0" wp14:anchorId="3D17B4F7" wp14:editId="458D8396">
            <wp:extent cx="3922857" cy="378142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75680" cy="3832344"/>
                    </a:xfrm>
                    <a:prstGeom prst="rect">
                      <a:avLst/>
                    </a:prstGeom>
                  </pic:spPr>
                </pic:pic>
              </a:graphicData>
            </a:graphic>
          </wp:inline>
        </w:drawing>
      </w:r>
    </w:p>
    <w:p w14:paraId="4C79F45D" w14:textId="77777777" w:rsidR="00A33AAC" w:rsidRDefault="00A33AAC" w:rsidP="00A33AAC">
      <w:pPr>
        <w:spacing w:line="360" w:lineRule="auto"/>
        <w:rPr>
          <w:lang w:val="en-US"/>
        </w:rPr>
      </w:pPr>
    </w:p>
    <w:p w14:paraId="14C122E6" w14:textId="77777777" w:rsidR="00B8370C" w:rsidRDefault="00B8370C" w:rsidP="00194D67">
      <w:pPr>
        <w:pStyle w:val="i-chead"/>
        <w:rPr>
          <w:lang w:val="en-US"/>
        </w:rPr>
      </w:pPr>
    </w:p>
    <w:p w14:paraId="7DA06FB8" w14:textId="50647CB6" w:rsidR="00A33AAC" w:rsidRPr="002C4A53" w:rsidRDefault="00A33AAC" w:rsidP="00194D67">
      <w:pPr>
        <w:pStyle w:val="i-chead"/>
        <w:rPr>
          <w:lang w:val="en-US"/>
        </w:rPr>
      </w:pPr>
      <w:r w:rsidRPr="002C4A53">
        <w:rPr>
          <w:lang w:val="en-US"/>
        </w:rPr>
        <w:lastRenderedPageBreak/>
        <w:t>A</w:t>
      </w:r>
      <w:r>
        <w:rPr>
          <w:lang w:val="en-US"/>
        </w:rPr>
        <w:t>pply knowledge</w:t>
      </w:r>
    </w:p>
    <w:p w14:paraId="0EEAE12E" w14:textId="77777777" w:rsidR="00A33AAC" w:rsidRDefault="00A33AAC" w:rsidP="00787F7E">
      <w:pPr>
        <w:pStyle w:val="answers-question"/>
      </w:pPr>
      <w:r w:rsidRPr="00C5175C">
        <w:rPr>
          <w:b/>
        </w:rPr>
        <w:t xml:space="preserve">5 </w:t>
      </w:r>
      <w:r w:rsidRPr="00C5175C">
        <w:t xml:space="preserve">Explain how ATP </w:t>
      </w:r>
      <w:proofErr w:type="gramStart"/>
      <w:r w:rsidRPr="00C5175C">
        <w:t>is able to</w:t>
      </w:r>
      <w:proofErr w:type="gramEnd"/>
      <w:r w:rsidRPr="00C5175C">
        <w:t xml:space="preserve"> store energy.</w:t>
      </w:r>
    </w:p>
    <w:p w14:paraId="63CD5496" w14:textId="77777777" w:rsidR="00A33AAC" w:rsidRPr="00355ADA" w:rsidRDefault="00A33AAC" w:rsidP="00787F7E">
      <w:pPr>
        <w:pStyle w:val="answers-answer"/>
      </w:pPr>
      <w:r w:rsidRPr="00787F7E">
        <w:rPr>
          <w:rStyle w:val="answer"/>
        </w:rPr>
        <w:t>Answer</w:t>
      </w:r>
      <w:r w:rsidRPr="00351348">
        <w:rPr>
          <w:i/>
        </w:rPr>
        <w:t>:</w:t>
      </w:r>
      <w:r>
        <w:rPr>
          <w:i/>
        </w:rPr>
        <w:t xml:space="preserve"> </w:t>
      </w:r>
      <w:r>
        <w:t xml:space="preserve">ATP stores energy in the bond between the adenosine diphosphate (ADP) molecule and the third phosphate group. This bond is more easily broken, allowing the energy it stores in the bond to become available when the cell requires it.  </w:t>
      </w:r>
    </w:p>
    <w:p w14:paraId="5732E525" w14:textId="77777777" w:rsidR="00A33AAC" w:rsidRPr="00C5175C" w:rsidRDefault="00A33AAC" w:rsidP="00787F7E">
      <w:pPr>
        <w:pStyle w:val="answers-question"/>
      </w:pPr>
      <w:r w:rsidRPr="00C5175C">
        <w:rPr>
          <w:b/>
        </w:rPr>
        <w:t>6</w:t>
      </w:r>
      <w:r w:rsidRPr="00C5175C">
        <w:t xml:space="preserve"> Describe the importance of the electron</w:t>
      </w:r>
      <w:r>
        <w:t xml:space="preserve"> </w:t>
      </w:r>
      <w:r w:rsidRPr="00C5175C">
        <w:t>transfer system.</w:t>
      </w:r>
    </w:p>
    <w:p w14:paraId="568D906F" w14:textId="77777777" w:rsidR="00A33AAC" w:rsidRDefault="00A33AAC" w:rsidP="00787F7E">
      <w:pPr>
        <w:pStyle w:val="answers-answer"/>
      </w:pPr>
      <w:r w:rsidRPr="00787F7E">
        <w:rPr>
          <w:rStyle w:val="answer"/>
        </w:rPr>
        <w:t>Answer</w:t>
      </w:r>
      <w:r w:rsidRPr="00351348">
        <w:rPr>
          <w:i/>
        </w:rPr>
        <w:t>:</w:t>
      </w:r>
      <w:r>
        <w:t xml:space="preserve"> The electron transport system (ETS) uses the available oxygen to completely breakdown the organic molecules produced at the end of the </w:t>
      </w:r>
      <w:proofErr w:type="spellStart"/>
      <w:r>
        <w:t>Kreb’s</w:t>
      </w:r>
      <w:proofErr w:type="spellEnd"/>
      <w:r>
        <w:t xml:space="preserve"> cycle. It thereby accesses the energy from the broken bonds to produce up to 34 molecules of ATP. Without the ETS, only four ATP molecules would be produced per glucose molecule consumed. </w:t>
      </w:r>
    </w:p>
    <w:p w14:paraId="0FEAE3EB" w14:textId="77777777" w:rsidR="00A33AAC" w:rsidRDefault="00A33AAC" w:rsidP="00787F7E">
      <w:pPr>
        <w:pStyle w:val="answers-question"/>
      </w:pPr>
      <w:r w:rsidRPr="00C16B73">
        <w:rPr>
          <w:b/>
        </w:rPr>
        <w:t>7</w:t>
      </w:r>
      <w:r>
        <w:t xml:space="preserve"> </w:t>
      </w:r>
      <w:r w:rsidRPr="00C16B73">
        <w:t xml:space="preserve">Construct a table to </w:t>
      </w:r>
      <w:proofErr w:type="spellStart"/>
      <w:r w:rsidRPr="00C16B73">
        <w:t>summarise</w:t>
      </w:r>
      <w:proofErr w:type="spellEnd"/>
      <w:r w:rsidRPr="00C16B73">
        <w:t xml:space="preserve"> the inputs and</w:t>
      </w:r>
      <w:r>
        <w:t xml:space="preserve"> </w:t>
      </w:r>
      <w:r w:rsidRPr="00C16B73">
        <w:t>outputs for the stages of aerobic respiration,</w:t>
      </w:r>
      <w:r>
        <w:t xml:space="preserve"> </w:t>
      </w:r>
      <w:r w:rsidRPr="00C16B73">
        <w:t>including glycolysis.</w:t>
      </w:r>
    </w:p>
    <w:p w14:paraId="41366FEF" w14:textId="77777777" w:rsidR="00A33AAC" w:rsidRDefault="00A33AAC" w:rsidP="00787F7E">
      <w:pPr>
        <w:pStyle w:val="answers-answer"/>
      </w:pPr>
      <w:r w:rsidRPr="00787F7E">
        <w:rPr>
          <w:rStyle w:val="answer"/>
        </w:rPr>
        <w:t>Answer</w:t>
      </w:r>
      <w:r w:rsidRPr="00351348">
        <w:t>:</w:t>
      </w:r>
    </w:p>
    <w:tbl>
      <w:tblPr>
        <w:tblStyle w:val="TableGrid"/>
        <w:tblW w:w="9918" w:type="dxa"/>
        <w:tblLook w:val="04A0" w:firstRow="1" w:lastRow="0" w:firstColumn="1" w:lastColumn="0" w:noHBand="0" w:noVBand="1"/>
      </w:tblPr>
      <w:tblGrid>
        <w:gridCol w:w="1525"/>
        <w:gridCol w:w="2700"/>
        <w:gridCol w:w="2914"/>
        <w:gridCol w:w="2779"/>
      </w:tblGrid>
      <w:tr w:rsidR="00A33AAC" w:rsidRPr="00342B20" w14:paraId="7227094F" w14:textId="77777777" w:rsidTr="00342B20">
        <w:tc>
          <w:tcPr>
            <w:tcW w:w="1525" w:type="dxa"/>
          </w:tcPr>
          <w:p w14:paraId="6070FB30" w14:textId="77777777" w:rsidR="00A33AAC" w:rsidRPr="00342B20" w:rsidRDefault="00A33AAC" w:rsidP="00DB2C74">
            <w:pPr>
              <w:spacing w:line="360" w:lineRule="auto"/>
              <w:rPr>
                <w:b/>
                <w:bCs/>
                <w:lang w:val="en-US"/>
              </w:rPr>
            </w:pPr>
          </w:p>
        </w:tc>
        <w:tc>
          <w:tcPr>
            <w:tcW w:w="2700" w:type="dxa"/>
          </w:tcPr>
          <w:p w14:paraId="696158B2" w14:textId="77777777" w:rsidR="00A33AAC" w:rsidRPr="00342B20" w:rsidRDefault="00A33AAC" w:rsidP="00DB2C74">
            <w:pPr>
              <w:spacing w:line="360" w:lineRule="auto"/>
              <w:rPr>
                <w:b/>
                <w:bCs/>
                <w:lang w:val="en-US"/>
              </w:rPr>
            </w:pPr>
            <w:r w:rsidRPr="00342B20">
              <w:rPr>
                <w:b/>
                <w:bCs/>
                <w:lang w:val="en-US"/>
              </w:rPr>
              <w:t>Glycolysis</w:t>
            </w:r>
          </w:p>
        </w:tc>
        <w:tc>
          <w:tcPr>
            <w:tcW w:w="2914" w:type="dxa"/>
          </w:tcPr>
          <w:p w14:paraId="569492F5" w14:textId="77777777" w:rsidR="00A33AAC" w:rsidRPr="00342B20" w:rsidRDefault="00A33AAC" w:rsidP="00DB2C74">
            <w:pPr>
              <w:spacing w:line="360" w:lineRule="auto"/>
              <w:rPr>
                <w:b/>
                <w:bCs/>
                <w:lang w:val="en-US"/>
              </w:rPr>
            </w:pPr>
            <w:r w:rsidRPr="00342B20">
              <w:rPr>
                <w:b/>
                <w:bCs/>
                <w:lang w:val="en-US"/>
              </w:rPr>
              <w:t>Citric Acid cycle</w:t>
            </w:r>
          </w:p>
        </w:tc>
        <w:tc>
          <w:tcPr>
            <w:tcW w:w="2779" w:type="dxa"/>
          </w:tcPr>
          <w:p w14:paraId="1CD6A93B" w14:textId="77777777" w:rsidR="00A33AAC" w:rsidRPr="00342B20" w:rsidRDefault="00A33AAC" w:rsidP="00DB2C74">
            <w:pPr>
              <w:spacing w:line="360" w:lineRule="auto"/>
              <w:rPr>
                <w:b/>
                <w:bCs/>
                <w:lang w:val="en-US"/>
              </w:rPr>
            </w:pPr>
            <w:r w:rsidRPr="00342B20">
              <w:rPr>
                <w:b/>
                <w:bCs/>
                <w:lang w:val="en-US"/>
              </w:rPr>
              <w:t>Electron transport system</w:t>
            </w:r>
          </w:p>
        </w:tc>
      </w:tr>
      <w:tr w:rsidR="00A33AAC" w14:paraId="3FAC1533" w14:textId="77777777" w:rsidTr="00342B20">
        <w:tc>
          <w:tcPr>
            <w:tcW w:w="1525" w:type="dxa"/>
          </w:tcPr>
          <w:p w14:paraId="5E9D0379" w14:textId="77777777" w:rsidR="00A33AAC" w:rsidRDefault="00A33AAC" w:rsidP="00DB2C74">
            <w:pPr>
              <w:spacing w:line="360" w:lineRule="auto"/>
              <w:rPr>
                <w:lang w:val="en-US"/>
              </w:rPr>
            </w:pPr>
            <w:r>
              <w:rPr>
                <w:lang w:val="en-US"/>
              </w:rPr>
              <w:t>Inputs</w:t>
            </w:r>
          </w:p>
        </w:tc>
        <w:tc>
          <w:tcPr>
            <w:tcW w:w="2700" w:type="dxa"/>
          </w:tcPr>
          <w:p w14:paraId="489B28D3" w14:textId="77777777" w:rsidR="00A33AAC" w:rsidRDefault="00A33AAC" w:rsidP="00DB2C74">
            <w:pPr>
              <w:spacing w:line="360" w:lineRule="auto"/>
              <w:rPr>
                <w:lang w:val="en-US"/>
              </w:rPr>
            </w:pPr>
            <w:r>
              <w:rPr>
                <w:lang w:val="en-US"/>
              </w:rPr>
              <w:t>Glucose</w:t>
            </w:r>
          </w:p>
        </w:tc>
        <w:tc>
          <w:tcPr>
            <w:tcW w:w="2914" w:type="dxa"/>
          </w:tcPr>
          <w:p w14:paraId="037A07C3" w14:textId="77777777" w:rsidR="00A33AAC" w:rsidRDefault="00A33AAC" w:rsidP="00DB2C74">
            <w:pPr>
              <w:spacing w:line="360" w:lineRule="auto"/>
              <w:rPr>
                <w:lang w:val="en-US"/>
              </w:rPr>
            </w:pPr>
            <w:r>
              <w:rPr>
                <w:lang w:val="en-US"/>
              </w:rPr>
              <w:t xml:space="preserve">2 pyruvate molecules (converted into acetyl CoA) </w:t>
            </w:r>
          </w:p>
        </w:tc>
        <w:tc>
          <w:tcPr>
            <w:tcW w:w="2779" w:type="dxa"/>
          </w:tcPr>
          <w:p w14:paraId="7B8886E6" w14:textId="77777777" w:rsidR="00A33AAC" w:rsidRDefault="00A33AAC" w:rsidP="00DB2C74">
            <w:pPr>
              <w:spacing w:line="360" w:lineRule="auto"/>
              <w:rPr>
                <w:lang w:val="en-US"/>
              </w:rPr>
            </w:pPr>
            <w:r>
              <w:rPr>
                <w:lang w:val="en-US"/>
              </w:rPr>
              <w:t>oxygen</w:t>
            </w:r>
          </w:p>
        </w:tc>
      </w:tr>
      <w:tr w:rsidR="00A33AAC" w14:paraId="47FCFBF2" w14:textId="77777777" w:rsidTr="00342B20">
        <w:tc>
          <w:tcPr>
            <w:tcW w:w="1525" w:type="dxa"/>
          </w:tcPr>
          <w:p w14:paraId="47B611E1" w14:textId="77777777" w:rsidR="00A33AAC" w:rsidRDefault="00A33AAC" w:rsidP="00DB2C74">
            <w:pPr>
              <w:spacing w:line="360" w:lineRule="auto"/>
              <w:rPr>
                <w:lang w:val="en-US"/>
              </w:rPr>
            </w:pPr>
            <w:r>
              <w:rPr>
                <w:lang w:val="en-US"/>
              </w:rPr>
              <w:t>Outputs</w:t>
            </w:r>
          </w:p>
        </w:tc>
        <w:tc>
          <w:tcPr>
            <w:tcW w:w="2700" w:type="dxa"/>
          </w:tcPr>
          <w:p w14:paraId="2ED8C21A" w14:textId="77777777" w:rsidR="00A33AAC" w:rsidRDefault="00A33AAC" w:rsidP="00DB2C74">
            <w:pPr>
              <w:spacing w:line="360" w:lineRule="auto"/>
              <w:rPr>
                <w:lang w:val="en-US"/>
              </w:rPr>
            </w:pPr>
            <w:r>
              <w:rPr>
                <w:lang w:val="en-US"/>
              </w:rPr>
              <w:t>2 Pyruvate molecules and 2 ATP molecules</w:t>
            </w:r>
          </w:p>
        </w:tc>
        <w:tc>
          <w:tcPr>
            <w:tcW w:w="2914" w:type="dxa"/>
          </w:tcPr>
          <w:p w14:paraId="4C9B1F5C" w14:textId="77777777" w:rsidR="00A33AAC" w:rsidRDefault="00A33AAC" w:rsidP="00DB2C74">
            <w:pPr>
              <w:spacing w:line="360" w:lineRule="auto"/>
              <w:rPr>
                <w:lang w:val="en-US"/>
              </w:rPr>
            </w:pPr>
            <w:r>
              <w:rPr>
                <w:lang w:val="en-US"/>
              </w:rPr>
              <w:t>2 ATP</w:t>
            </w:r>
          </w:p>
          <w:p w14:paraId="760EE3EF" w14:textId="77777777" w:rsidR="00A33AAC" w:rsidRDefault="00A33AAC" w:rsidP="00DB2C74">
            <w:pPr>
              <w:spacing w:line="360" w:lineRule="auto"/>
              <w:rPr>
                <w:lang w:val="en-US"/>
              </w:rPr>
            </w:pPr>
            <w:r>
              <w:rPr>
                <w:lang w:val="en-US"/>
              </w:rPr>
              <w:t>Carbon dioxide</w:t>
            </w:r>
          </w:p>
        </w:tc>
        <w:tc>
          <w:tcPr>
            <w:tcW w:w="2779" w:type="dxa"/>
          </w:tcPr>
          <w:p w14:paraId="344B4E06" w14:textId="77777777" w:rsidR="00A33AAC" w:rsidRDefault="00A33AAC" w:rsidP="00DB2C74">
            <w:pPr>
              <w:spacing w:line="360" w:lineRule="auto"/>
              <w:rPr>
                <w:lang w:val="en-US"/>
              </w:rPr>
            </w:pPr>
            <w:r>
              <w:rPr>
                <w:lang w:val="en-US"/>
              </w:rPr>
              <w:t>Water and up to 34 ATP molecules</w:t>
            </w:r>
          </w:p>
        </w:tc>
      </w:tr>
    </w:tbl>
    <w:p w14:paraId="4F5A3C7E" w14:textId="77777777" w:rsidR="00A33AAC" w:rsidRPr="009C42B3" w:rsidRDefault="00A33AAC" w:rsidP="00A33AAC">
      <w:pPr>
        <w:spacing w:line="360" w:lineRule="auto"/>
        <w:rPr>
          <w:lang w:val="en-US"/>
        </w:rPr>
      </w:pPr>
    </w:p>
    <w:p w14:paraId="53CF95D9" w14:textId="77777777" w:rsidR="00A33AAC" w:rsidRPr="00D7576A" w:rsidRDefault="00A33AAC" w:rsidP="00194D67">
      <w:pPr>
        <w:pStyle w:val="i-chead"/>
        <w:rPr>
          <w:lang w:val="en-US"/>
        </w:rPr>
      </w:pPr>
      <w:r w:rsidRPr="00D7576A">
        <w:rPr>
          <w:lang w:val="en-US"/>
        </w:rPr>
        <w:t xml:space="preserve">Questions </w:t>
      </w:r>
      <w:r>
        <w:rPr>
          <w:lang w:val="en-US"/>
        </w:rPr>
        <w:t>3</w:t>
      </w:r>
      <w:r w:rsidRPr="00D7576A">
        <w:rPr>
          <w:lang w:val="en-US"/>
        </w:rPr>
        <w:t>.</w:t>
      </w:r>
      <w:r>
        <w:rPr>
          <w:lang w:val="en-US"/>
        </w:rPr>
        <w:t>4</w:t>
      </w:r>
    </w:p>
    <w:p w14:paraId="5DB48B22" w14:textId="77777777" w:rsidR="00A33AAC" w:rsidRDefault="00A33AAC" w:rsidP="00194D67">
      <w:pPr>
        <w:pStyle w:val="i-chead"/>
        <w:rPr>
          <w:lang w:val="en-US"/>
        </w:rPr>
      </w:pPr>
      <w:r w:rsidRPr="00D7576A">
        <w:rPr>
          <w:lang w:val="en-US"/>
        </w:rPr>
        <w:t>Recall knowledge</w:t>
      </w:r>
    </w:p>
    <w:p w14:paraId="724A875E" w14:textId="77777777" w:rsidR="00A33AAC" w:rsidRDefault="00A33AAC" w:rsidP="00787F7E">
      <w:pPr>
        <w:pStyle w:val="answers-question"/>
      </w:pPr>
      <w:r w:rsidRPr="00972AC4">
        <w:rPr>
          <w:b/>
        </w:rPr>
        <w:t>1</w:t>
      </w:r>
      <w:r w:rsidRPr="00972AC4">
        <w:t xml:space="preserve"> Define ‘catabolic reaction’ and ‘anabolic</w:t>
      </w:r>
      <w:r>
        <w:t xml:space="preserve"> </w:t>
      </w:r>
      <w:r w:rsidRPr="00972AC4">
        <w:t>reaction’.</w:t>
      </w:r>
    </w:p>
    <w:p w14:paraId="30381032" w14:textId="77777777" w:rsidR="00A33AAC" w:rsidRDefault="00A33AAC" w:rsidP="00787F7E">
      <w:pPr>
        <w:pStyle w:val="answers-answer"/>
      </w:pPr>
      <w:r w:rsidRPr="00787F7E">
        <w:rPr>
          <w:rStyle w:val="answer"/>
        </w:rPr>
        <w:t>Answer</w:t>
      </w:r>
      <w:r w:rsidRPr="00351348">
        <w:t>:</w:t>
      </w:r>
      <w:r>
        <w:t xml:space="preserve"> </w:t>
      </w:r>
    </w:p>
    <w:p w14:paraId="71D20921" w14:textId="77777777" w:rsidR="00A33AAC" w:rsidRDefault="00A33AAC" w:rsidP="00787F7E">
      <w:pPr>
        <w:pStyle w:val="answers-answer"/>
      </w:pPr>
      <w:r>
        <w:t>Catabolic reaction: Chemical reactions that break down large organic molecules into smaller ones, with the release of energy.</w:t>
      </w:r>
    </w:p>
    <w:p w14:paraId="21B53552" w14:textId="77777777" w:rsidR="00A33AAC" w:rsidRPr="008F3E9C" w:rsidRDefault="00A33AAC" w:rsidP="00787F7E">
      <w:pPr>
        <w:pStyle w:val="answers-answer"/>
      </w:pPr>
      <w:r>
        <w:t xml:space="preserve">Anabolic reaction: Chemical reactions that build up large organic molecules from smaller ones, requiring energy. May also be called synthesis. </w:t>
      </w:r>
    </w:p>
    <w:p w14:paraId="07934E41" w14:textId="77777777" w:rsidR="00B8370C" w:rsidRDefault="00B8370C" w:rsidP="00787F7E">
      <w:pPr>
        <w:pStyle w:val="answers-question"/>
        <w:rPr>
          <w:b/>
        </w:rPr>
      </w:pPr>
    </w:p>
    <w:p w14:paraId="2B35FACC" w14:textId="7EB09054" w:rsidR="00342B20" w:rsidRDefault="00342B20">
      <w:pPr>
        <w:spacing w:line="240" w:lineRule="auto"/>
        <w:rPr>
          <w:b/>
          <w:bCs/>
          <w:sz w:val="24"/>
          <w:szCs w:val="24"/>
          <w:lang w:val="en-US"/>
        </w:rPr>
      </w:pPr>
      <w:r>
        <w:rPr>
          <w:b/>
        </w:rPr>
        <w:br w:type="page"/>
      </w:r>
    </w:p>
    <w:p w14:paraId="3FCB47DB" w14:textId="392DC045" w:rsidR="00A33AAC" w:rsidRDefault="00A33AAC" w:rsidP="00787F7E">
      <w:pPr>
        <w:pStyle w:val="answers-question"/>
      </w:pPr>
      <w:r w:rsidRPr="00972AC4">
        <w:rPr>
          <w:b/>
        </w:rPr>
        <w:lastRenderedPageBreak/>
        <w:t>2</w:t>
      </w:r>
      <w:r w:rsidRPr="00972AC4">
        <w:t xml:space="preserve"> List five ways that cells use energy.</w:t>
      </w:r>
    </w:p>
    <w:p w14:paraId="749077D2" w14:textId="77777777" w:rsidR="00A33AAC" w:rsidRDefault="00A33AAC" w:rsidP="00787F7E">
      <w:pPr>
        <w:pStyle w:val="answers-answer"/>
      </w:pPr>
      <w:r w:rsidRPr="00787F7E">
        <w:rPr>
          <w:rStyle w:val="answer"/>
        </w:rPr>
        <w:t>Answer</w:t>
      </w:r>
      <w:r w:rsidRPr="00351348">
        <w:t>:</w:t>
      </w:r>
    </w:p>
    <w:p w14:paraId="65519644" w14:textId="77777777" w:rsidR="00A33AAC" w:rsidRDefault="00A33AAC" w:rsidP="00787F7E">
      <w:pPr>
        <w:pStyle w:val="answers-answer"/>
      </w:pPr>
      <w:r>
        <w:sym w:font="Wingdings" w:char="F09F"/>
      </w:r>
      <w:r>
        <w:t xml:space="preserve"> Building complex molecules (Anabolic reactions)</w:t>
      </w:r>
    </w:p>
    <w:p w14:paraId="05FEACF6" w14:textId="77777777" w:rsidR="00A33AAC" w:rsidRDefault="00A33AAC" w:rsidP="00787F7E">
      <w:pPr>
        <w:pStyle w:val="answers-answer"/>
      </w:pPr>
      <w:r>
        <w:sym w:font="Wingdings" w:char="F09F"/>
      </w:r>
      <w:r>
        <w:t xml:space="preserve"> Cell division and growth</w:t>
      </w:r>
    </w:p>
    <w:p w14:paraId="163E0F52" w14:textId="77777777" w:rsidR="00A33AAC" w:rsidRDefault="00A33AAC" w:rsidP="00787F7E">
      <w:pPr>
        <w:pStyle w:val="answers-answer"/>
      </w:pPr>
      <w:r>
        <w:sym w:font="Wingdings" w:char="F09F"/>
      </w:r>
      <w:r>
        <w:t xml:space="preserve"> Movement of cell organelles</w:t>
      </w:r>
    </w:p>
    <w:p w14:paraId="65DE67DF" w14:textId="77777777" w:rsidR="00A33AAC" w:rsidRDefault="00A33AAC" w:rsidP="00787F7E">
      <w:pPr>
        <w:pStyle w:val="answers-answer"/>
      </w:pPr>
      <w:r>
        <w:sym w:font="Wingdings" w:char="F09F"/>
      </w:r>
      <w:r>
        <w:t xml:space="preserve"> Movement of the whole cell</w:t>
      </w:r>
    </w:p>
    <w:p w14:paraId="2043C0DD" w14:textId="77777777" w:rsidR="00A33AAC" w:rsidRDefault="00A33AAC" w:rsidP="00787F7E">
      <w:pPr>
        <w:pStyle w:val="answers-answer"/>
      </w:pPr>
      <w:r>
        <w:sym w:font="Wingdings" w:char="F09F"/>
      </w:r>
      <w:r>
        <w:t xml:space="preserve"> Maintaining cell organisation</w:t>
      </w:r>
    </w:p>
    <w:p w14:paraId="624A9282" w14:textId="77777777" w:rsidR="00A33AAC" w:rsidRDefault="00A33AAC" w:rsidP="00787F7E">
      <w:pPr>
        <w:pStyle w:val="answers-answer"/>
      </w:pPr>
      <w:r>
        <w:sym w:font="Wingdings" w:char="F09F"/>
      </w:r>
      <w:r>
        <w:t xml:space="preserve"> Active transport</w:t>
      </w:r>
    </w:p>
    <w:p w14:paraId="61E37637" w14:textId="77777777" w:rsidR="00A33AAC" w:rsidRPr="008F3E9C" w:rsidRDefault="00A33AAC" w:rsidP="00787F7E">
      <w:pPr>
        <w:pStyle w:val="answers-answer"/>
      </w:pPr>
      <w:r>
        <w:sym w:font="Wingdings" w:char="F09F"/>
      </w:r>
      <w:r>
        <w:t xml:space="preserve"> Transmission of nerve impulses</w:t>
      </w:r>
    </w:p>
    <w:p w14:paraId="6E3B18E2" w14:textId="77777777" w:rsidR="00A33AAC" w:rsidRDefault="00A33AAC" w:rsidP="00787F7E">
      <w:pPr>
        <w:pStyle w:val="answers-question"/>
      </w:pPr>
      <w:r w:rsidRPr="00972AC4">
        <w:rPr>
          <w:b/>
        </w:rPr>
        <w:t xml:space="preserve">3 </w:t>
      </w:r>
      <w:r w:rsidRPr="00972AC4">
        <w:t>Explain why energy is released when ATP</w:t>
      </w:r>
      <w:r>
        <w:t xml:space="preserve"> </w:t>
      </w:r>
      <w:r w:rsidRPr="00972AC4">
        <w:t>forms ADP.</w:t>
      </w:r>
    </w:p>
    <w:p w14:paraId="6C368E6F" w14:textId="77777777" w:rsidR="00A33AAC" w:rsidRPr="008F3E9C" w:rsidRDefault="00A33AAC" w:rsidP="00787F7E">
      <w:pPr>
        <w:pStyle w:val="answers-answer"/>
      </w:pPr>
      <w:r w:rsidRPr="00787F7E">
        <w:rPr>
          <w:rStyle w:val="answer"/>
        </w:rPr>
        <w:t>Answer</w:t>
      </w:r>
      <w:r w:rsidRPr="00351348">
        <w:rPr>
          <w:i/>
        </w:rPr>
        <w:t>:</w:t>
      </w:r>
      <w:r>
        <w:t xml:space="preserve"> To form ADP from ATP the third phosphate group must be removed. The energy stored in this bond is released for use by the cell. </w:t>
      </w:r>
    </w:p>
    <w:p w14:paraId="04032DBE" w14:textId="77777777" w:rsidR="00A33AAC" w:rsidRPr="002C4A53" w:rsidRDefault="00A33AAC" w:rsidP="00194D67">
      <w:pPr>
        <w:pStyle w:val="i-chead"/>
        <w:rPr>
          <w:lang w:val="en-US"/>
        </w:rPr>
      </w:pPr>
      <w:r w:rsidRPr="002C4A53">
        <w:rPr>
          <w:lang w:val="en-US"/>
        </w:rPr>
        <w:t>A</w:t>
      </w:r>
      <w:r>
        <w:rPr>
          <w:lang w:val="en-US"/>
        </w:rPr>
        <w:t>pply knowledge</w:t>
      </w:r>
    </w:p>
    <w:p w14:paraId="08FE776B" w14:textId="77777777" w:rsidR="00A33AAC" w:rsidRDefault="00A33AAC" w:rsidP="00787F7E">
      <w:pPr>
        <w:pStyle w:val="answers-question"/>
      </w:pPr>
      <w:r w:rsidRPr="00972AC4">
        <w:rPr>
          <w:b/>
        </w:rPr>
        <w:t>4</w:t>
      </w:r>
      <w:r w:rsidRPr="00972AC4">
        <w:t xml:space="preserve"> Approximately 60% of the energy produced</w:t>
      </w:r>
      <w:r>
        <w:t xml:space="preserve"> </w:t>
      </w:r>
      <w:r w:rsidRPr="00972AC4">
        <w:t>during cellular respiration is released as heat.</w:t>
      </w:r>
      <w:r>
        <w:t xml:space="preserve"> </w:t>
      </w:r>
      <w:r w:rsidRPr="00972AC4">
        <w:t>Discuss whether this energy is ‘waste’.</w:t>
      </w:r>
    </w:p>
    <w:p w14:paraId="2537E97D" w14:textId="77777777" w:rsidR="00A33AAC" w:rsidRPr="008F3E9C" w:rsidRDefault="00A33AAC" w:rsidP="00787F7E">
      <w:pPr>
        <w:pStyle w:val="answers-answer"/>
      </w:pPr>
      <w:r w:rsidRPr="00787F7E">
        <w:rPr>
          <w:rStyle w:val="answer"/>
        </w:rPr>
        <w:t>Answer</w:t>
      </w:r>
      <w:r w:rsidRPr="00351348">
        <w:rPr>
          <w:i/>
        </w:rPr>
        <w:t>:</w:t>
      </w:r>
      <w:r>
        <w:t xml:space="preserve"> Heat energy is only deemed a waste product if it is not needed by the body to maintain its 37</w:t>
      </w:r>
      <w:r w:rsidRPr="008F3E9C">
        <w:rPr>
          <w:vertAlign w:val="superscript"/>
        </w:rPr>
        <w:t>o</w:t>
      </w:r>
      <w:r>
        <w:t>C temperature. Humans are homeothermic and can maintain body temperature despite changes in the external environment. The heat produced from cellular respiration contributes to the homeostatic mechanism. If the body produces more than what is required, then other physiological mechanisms are used to remove this excess heat as waste.</w:t>
      </w:r>
    </w:p>
    <w:p w14:paraId="6D051AED" w14:textId="77777777" w:rsidR="00A33AAC" w:rsidRDefault="00A33AAC" w:rsidP="00787F7E">
      <w:pPr>
        <w:pStyle w:val="answers-question"/>
      </w:pPr>
      <w:r w:rsidRPr="00972AC4">
        <w:rPr>
          <w:b/>
        </w:rPr>
        <w:t xml:space="preserve">5 </w:t>
      </w:r>
      <w:r w:rsidRPr="00972AC4">
        <w:t>Explain why cells that require a large amount</w:t>
      </w:r>
      <w:r>
        <w:t xml:space="preserve"> </w:t>
      </w:r>
      <w:r w:rsidRPr="00972AC4">
        <w:t>of energy contain a lot of mitochondria.</w:t>
      </w:r>
    </w:p>
    <w:p w14:paraId="77E6F0FA" w14:textId="77777777" w:rsidR="00A33AAC" w:rsidRPr="008F3E9C" w:rsidRDefault="00A33AAC" w:rsidP="00787F7E">
      <w:pPr>
        <w:pStyle w:val="answers-answer"/>
      </w:pPr>
      <w:r w:rsidRPr="00787F7E">
        <w:rPr>
          <w:rStyle w:val="answer"/>
        </w:rPr>
        <w:t>Answer</w:t>
      </w:r>
      <w:r w:rsidRPr="00351348">
        <w:rPr>
          <w:i/>
        </w:rPr>
        <w:t>:</w:t>
      </w:r>
      <w:r>
        <w:t xml:space="preserve"> The mitochondria is the site for aerobic respiration. Up to 36 ATP molecules can be produced in the mitochondria, as opposed to the 2 ATP molecules produced by glycolysis in the cytoplasm. Very active cells require more ATP, and therefore will contain more mitochondria. </w:t>
      </w:r>
    </w:p>
    <w:p w14:paraId="2CEE6A2C" w14:textId="77777777" w:rsidR="00A33AAC" w:rsidRPr="0015062D" w:rsidRDefault="00A33AAC" w:rsidP="00194D67">
      <w:pPr>
        <w:pStyle w:val="i-chead"/>
        <w:rPr>
          <w:lang w:val="en-US"/>
        </w:rPr>
      </w:pPr>
      <w:r>
        <w:rPr>
          <w:lang w:val="en-US"/>
        </w:rPr>
        <w:t>Chapter 3 a</w:t>
      </w:r>
      <w:r w:rsidRPr="0015062D">
        <w:rPr>
          <w:lang w:val="en-US"/>
        </w:rPr>
        <w:t>ctivities</w:t>
      </w:r>
    </w:p>
    <w:p w14:paraId="516BD4A7" w14:textId="77777777" w:rsidR="00A33AAC" w:rsidRPr="00391FDF" w:rsidRDefault="00A33AAC" w:rsidP="00194D67">
      <w:pPr>
        <w:pStyle w:val="i-chead"/>
        <w:rPr>
          <w:lang w:val="en-US"/>
        </w:rPr>
      </w:pPr>
      <w:r w:rsidRPr="00BE5B49">
        <w:rPr>
          <w:lang w:val="en-US"/>
        </w:rPr>
        <w:t>Activity 3.</w:t>
      </w:r>
      <w:r>
        <w:rPr>
          <w:lang w:val="en-US"/>
        </w:rPr>
        <w:t xml:space="preserve">1 </w:t>
      </w:r>
      <w:r w:rsidRPr="00391FDF">
        <w:rPr>
          <w:lang w:val="en-US"/>
        </w:rPr>
        <w:t>Investigating the effect of temperature on</w:t>
      </w:r>
      <w:r>
        <w:rPr>
          <w:lang w:val="en-US"/>
        </w:rPr>
        <w:t xml:space="preserve"> </w:t>
      </w:r>
      <w:r w:rsidRPr="00391FDF">
        <w:rPr>
          <w:lang w:val="en-US"/>
        </w:rPr>
        <w:t>trypsin activity</w:t>
      </w:r>
    </w:p>
    <w:p w14:paraId="30C9ED20" w14:textId="77777777" w:rsidR="00A33AAC" w:rsidRDefault="00A33AAC" w:rsidP="00194D67">
      <w:pPr>
        <w:pStyle w:val="i-chead"/>
        <w:rPr>
          <w:lang w:val="en-US"/>
        </w:rPr>
      </w:pPr>
      <w:r>
        <w:rPr>
          <w:lang w:val="en-US"/>
        </w:rPr>
        <w:t>Discussion</w:t>
      </w:r>
    </w:p>
    <w:p w14:paraId="4D9AB207" w14:textId="77777777" w:rsidR="00A33AAC" w:rsidRDefault="00A33AAC" w:rsidP="00787F7E">
      <w:pPr>
        <w:pStyle w:val="answers-question"/>
      </w:pPr>
      <w:r w:rsidRPr="00AA799A">
        <w:rPr>
          <w:b/>
        </w:rPr>
        <w:t xml:space="preserve">1 </w:t>
      </w:r>
      <w:r w:rsidRPr="00AA799A">
        <w:t>What is your independent variable?</w:t>
      </w:r>
    </w:p>
    <w:p w14:paraId="42AC825F" w14:textId="77777777" w:rsidR="00A33AAC" w:rsidRPr="00AA799A" w:rsidRDefault="00A33AAC" w:rsidP="00787F7E">
      <w:pPr>
        <w:pStyle w:val="answers-answer"/>
      </w:pPr>
      <w:r w:rsidRPr="00787F7E">
        <w:rPr>
          <w:rStyle w:val="answer"/>
        </w:rPr>
        <w:t>Answer</w:t>
      </w:r>
      <w:r>
        <w:rPr>
          <w:i/>
        </w:rPr>
        <w:t xml:space="preserve">: </w:t>
      </w:r>
      <w:r w:rsidRPr="00AA799A">
        <w:t>The temperature at which each test is run.</w:t>
      </w:r>
    </w:p>
    <w:p w14:paraId="37709499" w14:textId="77777777" w:rsidR="00B8370C" w:rsidRDefault="00B8370C" w:rsidP="00787F7E">
      <w:pPr>
        <w:pStyle w:val="answers-question"/>
        <w:rPr>
          <w:b/>
        </w:rPr>
      </w:pPr>
    </w:p>
    <w:p w14:paraId="6F124974" w14:textId="50E334E2" w:rsidR="00A33AAC" w:rsidRDefault="00A33AAC" w:rsidP="00787F7E">
      <w:pPr>
        <w:pStyle w:val="answers-question"/>
      </w:pPr>
      <w:r w:rsidRPr="00AA799A">
        <w:rPr>
          <w:b/>
        </w:rPr>
        <w:lastRenderedPageBreak/>
        <w:t xml:space="preserve">2 </w:t>
      </w:r>
      <w:r w:rsidRPr="00AA799A">
        <w:t>What is the range of your independent variable?</w:t>
      </w:r>
    </w:p>
    <w:p w14:paraId="2B98EA44" w14:textId="573A60CF" w:rsidR="00A33AAC" w:rsidRPr="00AA799A" w:rsidRDefault="00A33AAC" w:rsidP="00787F7E">
      <w:pPr>
        <w:pStyle w:val="answers-answer"/>
      </w:pPr>
      <w:r w:rsidRPr="00787F7E">
        <w:rPr>
          <w:rStyle w:val="answer"/>
        </w:rPr>
        <w:t>Answer</w:t>
      </w:r>
      <w:r>
        <w:t xml:space="preserve">: </w:t>
      </w:r>
      <w:r w:rsidRPr="00AA799A">
        <w:t>20</w:t>
      </w:r>
      <w:r w:rsidR="00B8370C">
        <w:t>–</w:t>
      </w:r>
      <w:r w:rsidRPr="00AA799A">
        <w:t>60</w:t>
      </w:r>
      <w:r>
        <w:sym w:font="Symbol" w:char="F0B0"/>
      </w:r>
      <w:r w:rsidRPr="00AA799A">
        <w:t>C</w:t>
      </w:r>
    </w:p>
    <w:p w14:paraId="246007C0" w14:textId="77777777" w:rsidR="00A33AAC" w:rsidRDefault="00A33AAC" w:rsidP="00787F7E">
      <w:pPr>
        <w:pStyle w:val="answers-question"/>
      </w:pPr>
      <w:r w:rsidRPr="00AA799A">
        <w:rPr>
          <w:b/>
        </w:rPr>
        <w:t xml:space="preserve">3 </w:t>
      </w:r>
      <w:r w:rsidRPr="00AA799A">
        <w:t>What is your dependent variable?</w:t>
      </w:r>
    </w:p>
    <w:p w14:paraId="13160A73" w14:textId="77777777" w:rsidR="00A33AAC" w:rsidRPr="00AA799A" w:rsidRDefault="00A33AAC" w:rsidP="00787F7E">
      <w:pPr>
        <w:pStyle w:val="answers-answer"/>
      </w:pPr>
      <w:r w:rsidRPr="00787F7E">
        <w:rPr>
          <w:rStyle w:val="answer"/>
        </w:rPr>
        <w:t>Answer</w:t>
      </w:r>
      <w:r>
        <w:rPr>
          <w:i/>
        </w:rPr>
        <w:t xml:space="preserve">: </w:t>
      </w:r>
      <w:r w:rsidRPr="00AA799A">
        <w:t>The time taken for the X to become visible. This is the time taken to break down the proteins.</w:t>
      </w:r>
    </w:p>
    <w:p w14:paraId="4F9B8C02" w14:textId="77777777" w:rsidR="00A33AAC" w:rsidRDefault="00A33AAC" w:rsidP="00787F7E">
      <w:pPr>
        <w:pStyle w:val="answers-question"/>
      </w:pPr>
      <w:r w:rsidRPr="00AA799A">
        <w:rPr>
          <w:b/>
        </w:rPr>
        <w:t xml:space="preserve">4 </w:t>
      </w:r>
      <w:r w:rsidRPr="00AA799A">
        <w:t>What are your control variables and how did you control them?</w:t>
      </w:r>
    </w:p>
    <w:p w14:paraId="1D570557" w14:textId="77777777" w:rsidR="00A33AAC" w:rsidRPr="00AA799A" w:rsidRDefault="00A33AAC" w:rsidP="00787F7E">
      <w:pPr>
        <w:pStyle w:val="answers-answer"/>
      </w:pPr>
      <w:r w:rsidRPr="00787F7E">
        <w:rPr>
          <w:rStyle w:val="answer"/>
        </w:rPr>
        <w:t>Answer</w:t>
      </w:r>
      <w:r>
        <w:rPr>
          <w:i/>
        </w:rPr>
        <w:t xml:space="preserve">: </w:t>
      </w:r>
      <w:r w:rsidRPr="00AA799A">
        <w:t>The control variables are the concentrations of the reagents (milk, trypsin and pH buffer solution</w:t>
      </w:r>
      <w:r>
        <w:t>)</w:t>
      </w:r>
      <w:r w:rsidRPr="00AA799A">
        <w:t>. These are controlled by making each one in bulk and taking samples from the same solution.</w:t>
      </w:r>
    </w:p>
    <w:p w14:paraId="4B66EBAD" w14:textId="37120329" w:rsidR="00A33AAC" w:rsidRDefault="00A33AAC" w:rsidP="00787F7E">
      <w:pPr>
        <w:pStyle w:val="answers-question"/>
      </w:pPr>
      <w:r w:rsidRPr="00AA799A">
        <w:rPr>
          <w:b/>
        </w:rPr>
        <w:t xml:space="preserve">5 </w:t>
      </w:r>
      <w:r w:rsidRPr="00AA799A">
        <w:t>Why are all the test tubes left in the water baths for 10 minutes before the trypsin and milk</w:t>
      </w:r>
      <w:r w:rsidR="00B8370C">
        <w:t xml:space="preserve"> </w:t>
      </w:r>
      <w:r w:rsidRPr="00AA799A">
        <w:t>are added together?</w:t>
      </w:r>
    </w:p>
    <w:p w14:paraId="466C27EF" w14:textId="77777777" w:rsidR="00A33AAC" w:rsidRPr="00AA799A" w:rsidRDefault="00A33AAC" w:rsidP="00787F7E">
      <w:pPr>
        <w:pStyle w:val="answers-answer"/>
      </w:pPr>
      <w:r w:rsidRPr="00787F7E">
        <w:rPr>
          <w:rStyle w:val="answer"/>
        </w:rPr>
        <w:t>Answer</w:t>
      </w:r>
      <w:r>
        <w:rPr>
          <w:i/>
        </w:rPr>
        <w:t xml:space="preserve">: </w:t>
      </w:r>
      <w:r w:rsidRPr="00001436">
        <w:t>Conditioning the reagents ensures they are at the required temperature prior to adding them together.</w:t>
      </w:r>
      <w:r>
        <w:t xml:space="preserve"> </w:t>
      </w:r>
      <w:r w:rsidRPr="00001436">
        <w:t>Starting at an incorrect temperature may affect the results, for example at 0</w:t>
      </w:r>
      <w:r>
        <w:sym w:font="Symbol" w:char="F0B0"/>
      </w:r>
      <w:r w:rsidRPr="00001436">
        <w:t>C there would be expected</w:t>
      </w:r>
      <w:r>
        <w:t xml:space="preserve"> </w:t>
      </w:r>
      <w:r w:rsidRPr="00001436">
        <w:t>little to no activity, but if either reagent is warmer to start with the reaction may occur too quickly.</w:t>
      </w:r>
    </w:p>
    <w:p w14:paraId="3E44DEBB" w14:textId="77777777" w:rsidR="00A33AAC" w:rsidRDefault="00A33AAC" w:rsidP="00787F7E">
      <w:pPr>
        <w:pStyle w:val="answers-question"/>
      </w:pPr>
      <w:r w:rsidRPr="00AA799A">
        <w:rPr>
          <w:b/>
        </w:rPr>
        <w:t xml:space="preserve">6 </w:t>
      </w:r>
      <w:r w:rsidRPr="00AA799A">
        <w:t>What are the advantages of taking an average of test samples as opposed to just one?</w:t>
      </w:r>
    </w:p>
    <w:p w14:paraId="73217CC7" w14:textId="77777777" w:rsidR="00A33AAC" w:rsidRPr="00AA799A" w:rsidRDefault="00A33AAC" w:rsidP="00787F7E">
      <w:pPr>
        <w:pStyle w:val="answers-answer"/>
        <w:rPr>
          <w:b/>
          <w:bCs/>
        </w:rPr>
      </w:pPr>
      <w:r w:rsidRPr="00787F7E">
        <w:rPr>
          <w:rStyle w:val="answer"/>
        </w:rPr>
        <w:t>Answer</w:t>
      </w:r>
      <w:r w:rsidRPr="00B04629">
        <w:rPr>
          <w:i/>
        </w:rPr>
        <w:t>:</w:t>
      </w:r>
      <w:r>
        <w:rPr>
          <w:b/>
          <w:bCs/>
          <w:i/>
        </w:rPr>
        <w:t xml:space="preserve"> </w:t>
      </w:r>
      <w:r w:rsidRPr="00B04629">
        <w:t xml:space="preserve">Taking an average allows for errors in any one test. This procedure in particular has a subjective </w:t>
      </w:r>
      <w:proofErr w:type="gramStart"/>
      <w:r w:rsidRPr="00B04629">
        <w:t>end-point</w:t>
      </w:r>
      <w:proofErr w:type="gramEnd"/>
      <w:r w:rsidRPr="00B04629">
        <w:t>, so taking averages narrows down the expected result from a relatively wide range.</w:t>
      </w:r>
    </w:p>
    <w:p w14:paraId="66BCDE1E" w14:textId="77777777" w:rsidR="00A33AAC" w:rsidRDefault="00A33AAC" w:rsidP="00787F7E">
      <w:pPr>
        <w:pStyle w:val="answers-question"/>
      </w:pPr>
      <w:r w:rsidRPr="00AA799A">
        <w:rPr>
          <w:b/>
        </w:rPr>
        <w:t xml:space="preserve">7 </w:t>
      </w:r>
      <w:r w:rsidRPr="00AA799A">
        <w:t>Why did the milk become clearer in this investigation?</w:t>
      </w:r>
    </w:p>
    <w:p w14:paraId="76A2209A" w14:textId="77777777" w:rsidR="00A33AAC" w:rsidRPr="00AA799A" w:rsidRDefault="00A33AAC" w:rsidP="00787F7E">
      <w:pPr>
        <w:pStyle w:val="answers-answer"/>
      </w:pPr>
      <w:r w:rsidRPr="00787F7E">
        <w:rPr>
          <w:rStyle w:val="answer"/>
        </w:rPr>
        <w:t>Answer</w:t>
      </w:r>
      <w:r>
        <w:rPr>
          <w:i/>
        </w:rPr>
        <w:t xml:space="preserve">: </w:t>
      </w:r>
      <w:r w:rsidRPr="00B04629">
        <w:t xml:space="preserve">Proteins are too large to be soluble, so as the trypsin starts to break them down, they become small enough to dissolve and </w:t>
      </w:r>
      <w:r>
        <w:t>‘</w:t>
      </w:r>
      <w:r w:rsidRPr="00B04629">
        <w:t>disappear</w:t>
      </w:r>
      <w:r>
        <w:t>’</w:t>
      </w:r>
      <w:r w:rsidRPr="00B04629">
        <w:t>.</w:t>
      </w:r>
    </w:p>
    <w:p w14:paraId="44C9AFE0" w14:textId="77777777" w:rsidR="00A33AAC" w:rsidRDefault="00A33AAC" w:rsidP="00787F7E">
      <w:pPr>
        <w:pStyle w:val="answers-question"/>
      </w:pPr>
      <w:r w:rsidRPr="00AA799A">
        <w:rPr>
          <w:b/>
        </w:rPr>
        <w:t xml:space="preserve">8 </w:t>
      </w:r>
      <w:r w:rsidRPr="00AA799A">
        <w:t>You used a buffer solution in this investigation. What are buffer solutions used for?</w:t>
      </w:r>
    </w:p>
    <w:p w14:paraId="086D0F00" w14:textId="77777777" w:rsidR="00A33AAC" w:rsidRPr="00B04629" w:rsidRDefault="00A33AAC" w:rsidP="00787F7E">
      <w:pPr>
        <w:pStyle w:val="answers-answer"/>
      </w:pPr>
      <w:r w:rsidRPr="00787F7E">
        <w:rPr>
          <w:rStyle w:val="answer"/>
        </w:rPr>
        <w:t>Answer</w:t>
      </w:r>
      <w:r w:rsidRPr="00B04629">
        <w:rPr>
          <w:i/>
        </w:rPr>
        <w:t>:</w:t>
      </w:r>
      <w:r w:rsidRPr="00B04629">
        <w:t xml:space="preserve"> To keep the pH constant.</w:t>
      </w:r>
    </w:p>
    <w:p w14:paraId="5AE538AF" w14:textId="77777777" w:rsidR="00A33AAC" w:rsidRDefault="00A33AAC" w:rsidP="00787F7E">
      <w:pPr>
        <w:pStyle w:val="answers-question"/>
      </w:pPr>
      <w:r w:rsidRPr="00AA799A">
        <w:rPr>
          <w:b/>
        </w:rPr>
        <w:t xml:space="preserve">9 </w:t>
      </w:r>
      <w:r w:rsidRPr="00AA799A">
        <w:t>What is the optimal temperature for trypsin activity?</w:t>
      </w:r>
    </w:p>
    <w:p w14:paraId="26BC6891" w14:textId="0A1B9397" w:rsidR="00A33AAC" w:rsidRDefault="00A33AAC" w:rsidP="00787F7E">
      <w:pPr>
        <w:pStyle w:val="answers-answer"/>
        <w:rPr>
          <w:b/>
          <w:bCs/>
        </w:rPr>
      </w:pPr>
      <w:r w:rsidRPr="00787F7E">
        <w:rPr>
          <w:rStyle w:val="answer"/>
        </w:rPr>
        <w:t>Answer</w:t>
      </w:r>
      <w:r w:rsidRPr="00B04629">
        <w:rPr>
          <w:i/>
        </w:rPr>
        <w:t>:</w:t>
      </w:r>
      <w:r>
        <w:t xml:space="preserve"> </w:t>
      </w:r>
      <w:r w:rsidRPr="00B04629">
        <w:t>40</w:t>
      </w:r>
      <w:r w:rsidR="00B8370C">
        <w:t>–</w:t>
      </w:r>
      <w:r w:rsidRPr="00B04629">
        <w:t>50</w:t>
      </w:r>
      <w:r>
        <w:sym w:font="Symbol" w:char="F0B0"/>
      </w:r>
      <w:r w:rsidRPr="00B04629">
        <w:t>C</w:t>
      </w:r>
    </w:p>
    <w:p w14:paraId="5C8B64EB" w14:textId="77777777" w:rsidR="00B8370C" w:rsidRDefault="00B8370C" w:rsidP="00194D67">
      <w:pPr>
        <w:pStyle w:val="i-chead"/>
        <w:rPr>
          <w:lang w:val="en-US"/>
        </w:rPr>
      </w:pPr>
    </w:p>
    <w:p w14:paraId="007E182A" w14:textId="77777777" w:rsidR="00B8370C" w:rsidRDefault="00B8370C" w:rsidP="00194D67">
      <w:pPr>
        <w:pStyle w:val="i-chead"/>
        <w:rPr>
          <w:lang w:val="en-US"/>
        </w:rPr>
      </w:pPr>
    </w:p>
    <w:p w14:paraId="32B46D42" w14:textId="150F2153" w:rsidR="00A33AAC" w:rsidRPr="00BE5B49" w:rsidRDefault="00A33AAC" w:rsidP="00194D67">
      <w:pPr>
        <w:pStyle w:val="i-chead"/>
        <w:rPr>
          <w:lang w:val="en-US"/>
        </w:rPr>
      </w:pPr>
      <w:r w:rsidRPr="00BE5B49">
        <w:rPr>
          <w:lang w:val="en-US"/>
        </w:rPr>
        <w:lastRenderedPageBreak/>
        <w:t>Activity 3.</w:t>
      </w:r>
      <w:r>
        <w:rPr>
          <w:lang w:val="en-US"/>
        </w:rPr>
        <w:t>2</w:t>
      </w:r>
      <w:r w:rsidRPr="00BE5B49">
        <w:rPr>
          <w:lang w:val="en-US"/>
        </w:rPr>
        <w:t xml:space="preserve"> Investigating aerobic and anaerobic respiration during exercise</w:t>
      </w:r>
    </w:p>
    <w:p w14:paraId="4ED03CF7" w14:textId="77777777" w:rsidR="00A33AAC" w:rsidRDefault="00A33AAC" w:rsidP="00787F7E">
      <w:pPr>
        <w:pStyle w:val="answers-question"/>
      </w:pPr>
      <w:r w:rsidRPr="00BE5B49">
        <w:rPr>
          <w:b/>
        </w:rPr>
        <w:t xml:space="preserve">1 </w:t>
      </w:r>
      <w:r w:rsidRPr="00BE5B49">
        <w:t>The world record for the 100 m sprint is less than 10 seconds. In a 100 m race, what</w:t>
      </w:r>
      <w:r>
        <w:t xml:space="preserve"> </w:t>
      </w:r>
      <w:r w:rsidRPr="00BE5B49">
        <w:t>proportion of a sprinter’s energy would come from anaerobic respiration?</w:t>
      </w:r>
    </w:p>
    <w:p w14:paraId="25BFAE38" w14:textId="26FD4AA4" w:rsidR="00A33AAC" w:rsidRPr="00BE5B49" w:rsidRDefault="00A33AAC" w:rsidP="00787F7E">
      <w:pPr>
        <w:pStyle w:val="answers-answer"/>
      </w:pPr>
      <w:r w:rsidRPr="00787F7E">
        <w:rPr>
          <w:rStyle w:val="answer"/>
        </w:rPr>
        <w:t>Answer</w:t>
      </w:r>
      <w:r w:rsidRPr="00351348">
        <w:rPr>
          <w:i/>
        </w:rPr>
        <w:t>:</w:t>
      </w:r>
      <w:r w:rsidRPr="00351348">
        <w:t xml:space="preserve"> At least 85% </w:t>
      </w:r>
      <w:r w:rsidR="00B8370C">
        <w:t>–</w:t>
      </w:r>
      <w:r>
        <w:t xml:space="preserve"> </w:t>
      </w:r>
      <w:r w:rsidRPr="00351348">
        <w:t>probably close to 100%</w:t>
      </w:r>
    </w:p>
    <w:p w14:paraId="458B4FB1" w14:textId="77777777" w:rsidR="00A33AAC" w:rsidRDefault="00A33AAC" w:rsidP="00787F7E">
      <w:pPr>
        <w:pStyle w:val="answers-question"/>
      </w:pPr>
      <w:r w:rsidRPr="00B8370C">
        <w:rPr>
          <w:b/>
          <w:bCs w:val="0"/>
        </w:rPr>
        <w:t>2</w:t>
      </w:r>
      <w:r w:rsidRPr="00787F7E">
        <w:t xml:space="preserve"> In a marathon race, what proportion of a runner’s energy would come from anaerobic</w:t>
      </w:r>
      <w:r>
        <w:t xml:space="preserve"> </w:t>
      </w:r>
      <w:r w:rsidRPr="00BE5B49">
        <w:t>respiration?</w:t>
      </w:r>
    </w:p>
    <w:p w14:paraId="0C7D1FBB" w14:textId="77777777" w:rsidR="00A33AAC" w:rsidRPr="00BE5B49" w:rsidRDefault="00A33AAC" w:rsidP="00787F7E">
      <w:pPr>
        <w:pStyle w:val="answers-answer"/>
      </w:pPr>
      <w:r w:rsidRPr="00787F7E">
        <w:rPr>
          <w:rStyle w:val="answer"/>
        </w:rPr>
        <w:t>Answer</w:t>
      </w:r>
      <w:r w:rsidRPr="00351348">
        <w:rPr>
          <w:i/>
        </w:rPr>
        <w:t>:</w:t>
      </w:r>
      <w:r w:rsidRPr="00351348">
        <w:t xml:space="preserve"> Approximately 1%</w:t>
      </w:r>
    </w:p>
    <w:p w14:paraId="37370806" w14:textId="77777777" w:rsidR="00A33AAC" w:rsidRDefault="00A33AAC" w:rsidP="00787F7E">
      <w:pPr>
        <w:pStyle w:val="answers-question"/>
      </w:pPr>
      <w:r w:rsidRPr="00BE5B49">
        <w:rPr>
          <w:b/>
        </w:rPr>
        <w:t xml:space="preserve">3 </w:t>
      </w:r>
      <w:r w:rsidRPr="00BE5B49">
        <w:t>At what duration of maximum effort would half an athlete’s energy come from aerobic and</w:t>
      </w:r>
      <w:r>
        <w:t xml:space="preserve"> </w:t>
      </w:r>
      <w:r w:rsidRPr="00BE5B49">
        <w:t>half from anaerobic respiration? Can you suggest some sports in which maximum effort</w:t>
      </w:r>
      <w:r>
        <w:t xml:space="preserve"> </w:t>
      </w:r>
      <w:r w:rsidRPr="00BE5B49">
        <w:t>would come in bursts of that duration?</w:t>
      </w:r>
    </w:p>
    <w:p w14:paraId="6C535D5E" w14:textId="57C7CD96" w:rsidR="00A33AAC" w:rsidRPr="00BE5B49" w:rsidRDefault="00A33AAC" w:rsidP="00787F7E">
      <w:pPr>
        <w:pStyle w:val="answers-answer"/>
      </w:pPr>
      <w:r w:rsidRPr="00787F7E">
        <w:rPr>
          <w:rStyle w:val="answer"/>
        </w:rPr>
        <w:t>Answer</w:t>
      </w:r>
      <w:r w:rsidRPr="00351348">
        <w:rPr>
          <w:i/>
        </w:rPr>
        <w:t>:</w:t>
      </w:r>
      <w:r w:rsidRPr="00351348">
        <w:t xml:space="preserve"> It would take approximately 2 minutes.</w:t>
      </w:r>
      <w:r w:rsidR="00B8370C">
        <w:t xml:space="preserve"> </w:t>
      </w:r>
      <w:r w:rsidRPr="00351348">
        <w:t>Sports include swimming, running certain distances, boxing and wrestling (2-minute rounds).</w:t>
      </w:r>
    </w:p>
    <w:p w14:paraId="5531C114" w14:textId="77777777" w:rsidR="00A33AAC" w:rsidRDefault="00A33AAC" w:rsidP="00787F7E">
      <w:pPr>
        <w:pStyle w:val="answers-question"/>
      </w:pPr>
      <w:r w:rsidRPr="00BE5B49">
        <w:rPr>
          <w:b/>
        </w:rPr>
        <w:t>4</w:t>
      </w:r>
      <w:r w:rsidRPr="00BE5B49">
        <w:t xml:space="preserve"> Name some sports or activities in which most of the energy would come from anaerobic</w:t>
      </w:r>
      <w:r>
        <w:t xml:space="preserve"> </w:t>
      </w:r>
      <w:r w:rsidRPr="00BE5B49">
        <w:t>respiration.</w:t>
      </w:r>
    </w:p>
    <w:p w14:paraId="6AEC2094" w14:textId="19F5C125" w:rsidR="00A33AAC" w:rsidRPr="00BE5B49" w:rsidRDefault="00A33AAC" w:rsidP="00787F7E">
      <w:pPr>
        <w:pStyle w:val="answers-answer"/>
      </w:pPr>
      <w:r w:rsidRPr="00787F7E">
        <w:rPr>
          <w:rStyle w:val="answer"/>
        </w:rPr>
        <w:t>Answer</w:t>
      </w:r>
      <w:r w:rsidRPr="00351348">
        <w:rPr>
          <w:i/>
        </w:rPr>
        <w:t>:</w:t>
      </w:r>
      <w:r w:rsidRPr="00351348">
        <w:t xml:space="preserve"> Football, rugby, netball, skateboarding, surfing, and any sport involving brief bursts of intense</w:t>
      </w:r>
      <w:r w:rsidR="00B8370C">
        <w:t xml:space="preserve"> </w:t>
      </w:r>
      <w:r w:rsidRPr="00351348">
        <w:t>activity</w:t>
      </w:r>
    </w:p>
    <w:p w14:paraId="7FAAC07A" w14:textId="77777777" w:rsidR="00A33AAC" w:rsidRDefault="00A33AAC" w:rsidP="00787F7E">
      <w:pPr>
        <w:pStyle w:val="answers-question"/>
      </w:pPr>
      <w:r w:rsidRPr="00BE5B49">
        <w:rPr>
          <w:b/>
        </w:rPr>
        <w:t xml:space="preserve">5 </w:t>
      </w:r>
      <w:r w:rsidRPr="00BE5B49">
        <w:t>Name some sports or activities in which most of the energy would come from aerobic</w:t>
      </w:r>
      <w:r>
        <w:t xml:space="preserve"> </w:t>
      </w:r>
      <w:r w:rsidRPr="00BE5B49">
        <w:t>respiration.</w:t>
      </w:r>
    </w:p>
    <w:p w14:paraId="2788C838" w14:textId="76F1B27B" w:rsidR="00A33AAC" w:rsidRPr="00BE5B49" w:rsidRDefault="00A33AAC" w:rsidP="00787F7E">
      <w:pPr>
        <w:pStyle w:val="answers-answer"/>
      </w:pPr>
      <w:r w:rsidRPr="00787F7E">
        <w:rPr>
          <w:rStyle w:val="answer"/>
        </w:rPr>
        <w:t>Answer</w:t>
      </w:r>
      <w:r w:rsidRPr="00351348">
        <w:rPr>
          <w:i/>
        </w:rPr>
        <w:t>:</w:t>
      </w:r>
      <w:r w:rsidRPr="00351348">
        <w:t xml:space="preserve"> Long-distance running and swimming, hiking, climbing, water polo, horse riding and other</w:t>
      </w:r>
      <w:r w:rsidR="00B8370C">
        <w:t xml:space="preserve"> </w:t>
      </w:r>
      <w:r w:rsidRPr="00351348">
        <w:t>endurance sports</w:t>
      </w:r>
    </w:p>
    <w:p w14:paraId="4575E6B5" w14:textId="77777777" w:rsidR="00A33AAC" w:rsidRDefault="00A33AAC" w:rsidP="00787F7E">
      <w:pPr>
        <w:pStyle w:val="answers-question"/>
      </w:pPr>
      <w:r w:rsidRPr="00BE5B49">
        <w:rPr>
          <w:b/>
        </w:rPr>
        <w:t>6</w:t>
      </w:r>
      <w:r w:rsidRPr="00BE5B49">
        <w:t xml:space="preserve"> Some observers noted that a sprinter who had just run 400 m in 50 seconds was breathing</w:t>
      </w:r>
      <w:r>
        <w:t xml:space="preserve"> </w:t>
      </w:r>
      <w:r w:rsidRPr="00BE5B49">
        <w:t>much more heavily than a runner who had just completed a marathon in</w:t>
      </w:r>
      <w:r>
        <w:t xml:space="preserve"> </w:t>
      </w:r>
      <w:r w:rsidRPr="00BE5B49">
        <w:t>2.5 hours. Suggest why this would be so.</w:t>
      </w:r>
    </w:p>
    <w:p w14:paraId="38F807A7" w14:textId="2F624861" w:rsidR="00A33AAC" w:rsidRDefault="00A33AAC" w:rsidP="00787F7E">
      <w:pPr>
        <w:pStyle w:val="answers-answer"/>
      </w:pPr>
      <w:r w:rsidRPr="00787F7E">
        <w:rPr>
          <w:rStyle w:val="answer"/>
        </w:rPr>
        <w:t>Answer</w:t>
      </w:r>
      <w:r w:rsidRPr="00351348">
        <w:rPr>
          <w:i/>
        </w:rPr>
        <w:t>:</w:t>
      </w:r>
      <w:r w:rsidRPr="00351348">
        <w:t xml:space="preserve"> A sprinter would gain energy from anaerobic respiration. Lactic acid that is produced during</w:t>
      </w:r>
      <w:r w:rsidR="00B8370C">
        <w:t xml:space="preserve"> </w:t>
      </w:r>
      <w:r w:rsidRPr="00351348">
        <w:t>anaerobic respiration must be converted to glucose and then to glycogen in the liver. This process</w:t>
      </w:r>
      <w:r w:rsidR="00B8370C">
        <w:t xml:space="preserve"> </w:t>
      </w:r>
      <w:r w:rsidRPr="00351348">
        <w:t>requires oxygen, so the body incurs an ‘oxygen debt’ when cells are anaerobically respiring. Once the</w:t>
      </w:r>
      <w:r w:rsidR="00B8370C">
        <w:t xml:space="preserve"> </w:t>
      </w:r>
      <w:r w:rsidRPr="00351348">
        <w:t>exercise ceases, breathing is heavy so that the oxygen debt can be repaid. The marathon runner does not</w:t>
      </w:r>
      <w:r>
        <w:t xml:space="preserve"> </w:t>
      </w:r>
      <w:r w:rsidRPr="00351348">
        <w:t>need recovery oxygen because most of the energy would be produced via aerobic respiration.</w:t>
      </w:r>
    </w:p>
    <w:p w14:paraId="1E4A66DD" w14:textId="77777777" w:rsidR="00A33AAC" w:rsidRDefault="00A33AAC" w:rsidP="00A33AAC">
      <w:pPr>
        <w:spacing w:line="360" w:lineRule="auto"/>
        <w:rPr>
          <w:lang w:val="en-US"/>
        </w:rPr>
      </w:pPr>
    </w:p>
    <w:p w14:paraId="2758F3EB" w14:textId="77777777" w:rsidR="00A33AAC" w:rsidRPr="00C07EB3" w:rsidRDefault="00A33AAC" w:rsidP="00194D67">
      <w:pPr>
        <w:pStyle w:val="i-chead"/>
        <w:rPr>
          <w:lang w:val="en-US"/>
        </w:rPr>
      </w:pPr>
      <w:r w:rsidRPr="00C07EB3">
        <w:rPr>
          <w:lang w:val="en-US"/>
        </w:rPr>
        <w:lastRenderedPageBreak/>
        <w:t xml:space="preserve">Chapter </w:t>
      </w:r>
      <w:r>
        <w:rPr>
          <w:lang w:val="en-US"/>
        </w:rPr>
        <w:t xml:space="preserve">3 </w:t>
      </w:r>
      <w:r w:rsidRPr="00C07EB3">
        <w:rPr>
          <w:lang w:val="en-US"/>
        </w:rPr>
        <w:t>review questions</w:t>
      </w:r>
    </w:p>
    <w:p w14:paraId="1A924ABA" w14:textId="77777777" w:rsidR="00A33AAC" w:rsidRPr="00C07EB3" w:rsidRDefault="00A33AAC" w:rsidP="00194D67">
      <w:pPr>
        <w:pStyle w:val="i-chead"/>
        <w:rPr>
          <w:lang w:val="en-US"/>
        </w:rPr>
      </w:pPr>
      <w:r w:rsidRPr="00C07EB3">
        <w:rPr>
          <w:lang w:val="en-US"/>
        </w:rPr>
        <w:t>Recall</w:t>
      </w:r>
    </w:p>
    <w:p w14:paraId="79497891" w14:textId="77777777" w:rsidR="00A33AAC" w:rsidRDefault="00A33AAC" w:rsidP="00787F7E">
      <w:pPr>
        <w:pStyle w:val="answers-question"/>
      </w:pPr>
      <w:r w:rsidRPr="00BE5B49">
        <w:rPr>
          <w:b/>
        </w:rPr>
        <w:t>1</w:t>
      </w:r>
      <w:r w:rsidRPr="00BE5B49">
        <w:t xml:space="preserve"> Write the full names for ATP and</w:t>
      </w:r>
      <w:r>
        <w:t xml:space="preserve"> </w:t>
      </w:r>
      <w:r w:rsidRPr="00BE5B49">
        <w:t>ADP.</w:t>
      </w:r>
    </w:p>
    <w:p w14:paraId="3BF77E3C" w14:textId="42CCABF5" w:rsidR="00A33AAC" w:rsidRPr="00391FDF" w:rsidRDefault="00A33AAC" w:rsidP="00787F7E">
      <w:pPr>
        <w:pStyle w:val="answers-answer"/>
      </w:pPr>
      <w:r w:rsidRPr="00787F7E">
        <w:rPr>
          <w:rStyle w:val="answer"/>
        </w:rPr>
        <w:t>Answer</w:t>
      </w:r>
      <w:r w:rsidRPr="00351348">
        <w:t>:</w:t>
      </w:r>
      <w:r w:rsidR="00B8370C">
        <w:t xml:space="preserve"> </w:t>
      </w:r>
      <w:r w:rsidRPr="00391FDF">
        <w:t>ATP: Adenosine triphosphate</w:t>
      </w:r>
      <w:r w:rsidR="00B8370C">
        <w:t xml:space="preserve">; </w:t>
      </w:r>
      <w:r w:rsidRPr="00391FDF">
        <w:t>ADP: Adenosine diphosphate</w:t>
      </w:r>
    </w:p>
    <w:p w14:paraId="20B2A5BB" w14:textId="77777777" w:rsidR="00A33AAC" w:rsidRDefault="00A33AAC" w:rsidP="00787F7E">
      <w:pPr>
        <w:pStyle w:val="answers-question"/>
      </w:pPr>
      <w:r w:rsidRPr="00BE5B49">
        <w:rPr>
          <w:b/>
        </w:rPr>
        <w:t>2</w:t>
      </w:r>
      <w:r w:rsidRPr="00BE5B49">
        <w:t xml:space="preserve"> Describe the difference</w:t>
      </w:r>
      <w:r>
        <w:t xml:space="preserve"> </w:t>
      </w:r>
      <w:r w:rsidRPr="00BE5B49">
        <w:t>between breathing and cellular</w:t>
      </w:r>
      <w:r>
        <w:t xml:space="preserve"> </w:t>
      </w:r>
      <w:r w:rsidRPr="00BE5B49">
        <w:t>respiration.</w:t>
      </w:r>
    </w:p>
    <w:p w14:paraId="31C5550C" w14:textId="7B45EEB4" w:rsidR="00A33AAC" w:rsidRPr="00BE5B49" w:rsidRDefault="00A33AAC" w:rsidP="00787F7E">
      <w:pPr>
        <w:pStyle w:val="answers-answer"/>
      </w:pPr>
      <w:r w:rsidRPr="00787F7E">
        <w:rPr>
          <w:rStyle w:val="answer"/>
        </w:rPr>
        <w:t>Answer</w:t>
      </w:r>
      <w:r w:rsidRPr="00516CE8">
        <w:rPr>
          <w:i/>
        </w:rPr>
        <w:t>:</w:t>
      </w:r>
      <w:r w:rsidRPr="00516CE8">
        <w:t xml:space="preserve"> Breathing is the taking in of air via the airways – it is a physical action. Respiration is a chemical</w:t>
      </w:r>
      <w:r w:rsidR="00B8370C">
        <w:t xml:space="preserve"> </w:t>
      </w:r>
      <w:r w:rsidRPr="00516CE8">
        <w:t>reaction that supplies energy in every living cell.</w:t>
      </w:r>
    </w:p>
    <w:p w14:paraId="7A5C7DAE" w14:textId="77777777" w:rsidR="00A33AAC" w:rsidRPr="00BE5B49" w:rsidRDefault="00A33AAC" w:rsidP="00787F7E">
      <w:pPr>
        <w:pStyle w:val="answers-question"/>
      </w:pPr>
      <w:r w:rsidRPr="00BE5B49">
        <w:rPr>
          <w:b/>
        </w:rPr>
        <w:t>3</w:t>
      </w:r>
      <w:r w:rsidRPr="00BE5B49">
        <w:t xml:space="preserve"> What compounds are </w:t>
      </w:r>
      <w:proofErr w:type="spellStart"/>
      <w:r w:rsidRPr="00BE5B49">
        <w:t>synthesised</w:t>
      </w:r>
      <w:proofErr w:type="spellEnd"/>
      <w:r w:rsidRPr="00BE5B49">
        <w:t xml:space="preserve"> from:</w:t>
      </w:r>
    </w:p>
    <w:p w14:paraId="494E7D20" w14:textId="77777777" w:rsidR="00A33AAC" w:rsidRDefault="00A33AAC" w:rsidP="00787F7E">
      <w:pPr>
        <w:pStyle w:val="answers-question"/>
      </w:pPr>
      <w:r w:rsidRPr="00BE5B49">
        <w:rPr>
          <w:b/>
        </w:rPr>
        <w:t>a</w:t>
      </w:r>
      <w:r w:rsidRPr="00BE5B49">
        <w:t xml:space="preserve"> glucose?</w:t>
      </w:r>
    </w:p>
    <w:p w14:paraId="63230F10" w14:textId="77777777" w:rsidR="00A33AAC" w:rsidRPr="00BE5B49" w:rsidRDefault="00A33AAC" w:rsidP="00787F7E">
      <w:pPr>
        <w:pStyle w:val="answers-answer"/>
      </w:pPr>
      <w:r w:rsidRPr="00787F7E">
        <w:rPr>
          <w:rStyle w:val="answer"/>
        </w:rPr>
        <w:t>Answer</w:t>
      </w:r>
      <w:r w:rsidRPr="00934F2E">
        <w:rPr>
          <w:i/>
        </w:rPr>
        <w:t>:</w:t>
      </w:r>
      <w:r w:rsidRPr="00934F2E">
        <w:t xml:space="preserve"> Complex carbohydrates, particularly glycogen</w:t>
      </w:r>
    </w:p>
    <w:p w14:paraId="5305BBDE" w14:textId="77777777" w:rsidR="00A33AAC" w:rsidRDefault="00A33AAC" w:rsidP="00787F7E">
      <w:pPr>
        <w:pStyle w:val="answers-question"/>
      </w:pPr>
      <w:r w:rsidRPr="00BE5B49">
        <w:rPr>
          <w:b/>
        </w:rPr>
        <w:t>b</w:t>
      </w:r>
      <w:r w:rsidRPr="00BE5B49">
        <w:t xml:space="preserve"> amino acids?</w:t>
      </w:r>
    </w:p>
    <w:p w14:paraId="1E05126F" w14:textId="77777777" w:rsidR="00A33AAC" w:rsidRPr="00BE5B49" w:rsidRDefault="00A33AAC" w:rsidP="00787F7E">
      <w:pPr>
        <w:pStyle w:val="answers-answer"/>
      </w:pPr>
      <w:r w:rsidRPr="00787F7E">
        <w:rPr>
          <w:rStyle w:val="answer"/>
        </w:rPr>
        <w:t>Answer</w:t>
      </w:r>
      <w:r w:rsidRPr="00934F2E">
        <w:rPr>
          <w:i/>
        </w:rPr>
        <w:t>:</w:t>
      </w:r>
      <w:r w:rsidRPr="00934F2E">
        <w:t xml:space="preserve"> Proteins</w:t>
      </w:r>
    </w:p>
    <w:p w14:paraId="43A0FD8C" w14:textId="77777777" w:rsidR="00A33AAC" w:rsidRDefault="00A33AAC" w:rsidP="00787F7E">
      <w:pPr>
        <w:pStyle w:val="answers-question"/>
      </w:pPr>
      <w:r w:rsidRPr="00BE5B49">
        <w:rPr>
          <w:b/>
        </w:rPr>
        <w:t>c</w:t>
      </w:r>
      <w:r w:rsidRPr="00BE5B49">
        <w:t xml:space="preserve"> fatty acids and glycerol?</w:t>
      </w:r>
    </w:p>
    <w:p w14:paraId="122BB9CE" w14:textId="77777777" w:rsidR="00A33AAC" w:rsidRPr="00BE5B49" w:rsidRDefault="00A33AAC" w:rsidP="00787F7E">
      <w:pPr>
        <w:pStyle w:val="answers-answer"/>
      </w:pPr>
      <w:r w:rsidRPr="00787F7E">
        <w:rPr>
          <w:rStyle w:val="answer"/>
        </w:rPr>
        <w:t>Answer</w:t>
      </w:r>
      <w:r w:rsidRPr="00934F2E">
        <w:rPr>
          <w:i/>
        </w:rPr>
        <w:t>:</w:t>
      </w:r>
      <w:r w:rsidRPr="00934F2E">
        <w:t xml:space="preserve"> Lipids, phospholipids and steroids</w:t>
      </w:r>
    </w:p>
    <w:p w14:paraId="3283D46D" w14:textId="77777777" w:rsidR="00A33AAC" w:rsidRDefault="00A33AAC" w:rsidP="00787F7E">
      <w:pPr>
        <w:pStyle w:val="answers-question"/>
      </w:pPr>
      <w:r w:rsidRPr="00BE5B49">
        <w:rPr>
          <w:b/>
        </w:rPr>
        <w:t>4</w:t>
      </w:r>
      <w:r w:rsidRPr="00BE5B49">
        <w:t xml:space="preserve"> State the function of enzymes in the body.</w:t>
      </w:r>
    </w:p>
    <w:p w14:paraId="0679231B" w14:textId="77777777" w:rsidR="00A33AAC" w:rsidRDefault="00A33AAC" w:rsidP="00787F7E">
      <w:pPr>
        <w:pStyle w:val="answers-answer"/>
      </w:pPr>
      <w:r w:rsidRPr="00787F7E">
        <w:rPr>
          <w:rStyle w:val="answer"/>
        </w:rPr>
        <w:t>Answer</w:t>
      </w:r>
      <w:r w:rsidRPr="00351348">
        <w:rPr>
          <w:i/>
        </w:rPr>
        <w:t>:</w:t>
      </w:r>
      <w:r>
        <w:t xml:space="preserve"> Enzymes area biological catalysts that </w:t>
      </w:r>
      <w:proofErr w:type="gramStart"/>
      <w:r>
        <w:t>are able to</w:t>
      </w:r>
      <w:proofErr w:type="gramEnd"/>
      <w:r>
        <w:t xml:space="preserve"> speed up chemical reactions in the body by lowering the activation energy. They are not consumed in the reaction.</w:t>
      </w:r>
    </w:p>
    <w:p w14:paraId="70447D8D" w14:textId="77777777" w:rsidR="00A33AAC" w:rsidRPr="00BE5B49" w:rsidRDefault="00A33AAC" w:rsidP="00194D67">
      <w:pPr>
        <w:pStyle w:val="i-chead"/>
        <w:rPr>
          <w:lang w:val="en-US"/>
        </w:rPr>
      </w:pPr>
      <w:r w:rsidRPr="00BE5B49">
        <w:rPr>
          <w:lang w:val="en-US"/>
        </w:rPr>
        <w:t>Explain</w:t>
      </w:r>
    </w:p>
    <w:p w14:paraId="0E9173A6" w14:textId="77777777" w:rsidR="00A33AAC" w:rsidRDefault="00A33AAC" w:rsidP="00787F7E">
      <w:pPr>
        <w:pStyle w:val="answers-question"/>
      </w:pPr>
      <w:r w:rsidRPr="00BE5B49">
        <w:rPr>
          <w:b/>
        </w:rPr>
        <w:t>5</w:t>
      </w:r>
      <w:r w:rsidRPr="00BE5B49">
        <w:t xml:space="preserve"> Compare and contrast metabolism,</w:t>
      </w:r>
      <w:r>
        <w:t xml:space="preserve"> </w:t>
      </w:r>
      <w:r w:rsidRPr="00BE5B49">
        <w:t>catabolism and anabolism.</w:t>
      </w:r>
    </w:p>
    <w:p w14:paraId="7D0E70A8" w14:textId="77777777" w:rsidR="00A33AAC" w:rsidRDefault="00A33AAC" w:rsidP="00787F7E">
      <w:pPr>
        <w:pStyle w:val="answers-answer"/>
      </w:pPr>
      <w:r w:rsidRPr="00787F7E">
        <w:rPr>
          <w:rStyle w:val="answer"/>
        </w:rPr>
        <w:t>Answer</w:t>
      </w:r>
      <w:r w:rsidRPr="00351348">
        <w:t>:</w:t>
      </w:r>
    </w:p>
    <w:p w14:paraId="2E04D691" w14:textId="77777777" w:rsidR="00A33AAC" w:rsidRDefault="00A33AAC" w:rsidP="00787F7E">
      <w:pPr>
        <w:pStyle w:val="answers-answer"/>
      </w:pPr>
      <w:r>
        <w:t xml:space="preserve">Compare: All are used to name the chemical reactions that occur in the cells. All have inputs and produce waste products. </w:t>
      </w:r>
    </w:p>
    <w:p w14:paraId="744A7C74" w14:textId="6453EAEE" w:rsidR="00A33AAC" w:rsidRDefault="00A33AAC" w:rsidP="00787F7E">
      <w:pPr>
        <w:pStyle w:val="answers-answer"/>
      </w:pPr>
      <w:r>
        <w:t>Contrast:</w:t>
      </w:r>
      <w:r w:rsidR="00B8370C">
        <w:t xml:space="preserve"> </w:t>
      </w:r>
      <w:r>
        <w:t>Catabolism: reactions where large molecules are broken down into smaller ones, releasing energy.</w:t>
      </w:r>
    </w:p>
    <w:p w14:paraId="68955F81" w14:textId="77777777" w:rsidR="00A33AAC" w:rsidRDefault="00A33AAC" w:rsidP="00787F7E">
      <w:pPr>
        <w:pStyle w:val="answers-answer"/>
      </w:pPr>
      <w:r>
        <w:t>Anabolism: reactions where small molecules are combined to form larger ones, requiring energy.</w:t>
      </w:r>
    </w:p>
    <w:p w14:paraId="457DD152" w14:textId="77777777" w:rsidR="00A33AAC" w:rsidRDefault="00A33AAC" w:rsidP="00787F7E">
      <w:pPr>
        <w:pStyle w:val="answers-answer"/>
      </w:pPr>
      <w:r>
        <w:t xml:space="preserve">Metabolism: refers to the balance between energy release and energy use. </w:t>
      </w:r>
    </w:p>
    <w:p w14:paraId="06D4217E" w14:textId="77777777" w:rsidR="00A33AAC" w:rsidRDefault="00A33AAC" w:rsidP="00787F7E">
      <w:pPr>
        <w:pStyle w:val="answers-question"/>
      </w:pPr>
      <w:r w:rsidRPr="00BE5B49">
        <w:rPr>
          <w:b/>
        </w:rPr>
        <w:t>6 a</w:t>
      </w:r>
      <w:r w:rsidRPr="00BE5B49">
        <w:t xml:space="preserve"> Write a chemical equation that</w:t>
      </w:r>
      <w:r>
        <w:t xml:space="preserve"> </w:t>
      </w:r>
      <w:proofErr w:type="spellStart"/>
      <w:r w:rsidRPr="00BE5B49">
        <w:t>summarises</w:t>
      </w:r>
      <w:proofErr w:type="spellEnd"/>
      <w:r w:rsidRPr="00BE5B49">
        <w:t xml:space="preserve"> cellular respiration.</w:t>
      </w:r>
    </w:p>
    <w:p w14:paraId="13158511" w14:textId="77777777" w:rsidR="00A33AAC" w:rsidRPr="00BE5B49" w:rsidRDefault="00A33AAC" w:rsidP="00787F7E">
      <w:pPr>
        <w:pStyle w:val="answers-answer"/>
      </w:pPr>
      <w:r w:rsidRPr="00787F7E">
        <w:rPr>
          <w:rStyle w:val="answer"/>
        </w:rPr>
        <w:t>Answer</w:t>
      </w:r>
      <w:r w:rsidRPr="005A302B">
        <w:rPr>
          <w:i/>
        </w:rPr>
        <w:t>:</w:t>
      </w:r>
      <w:r>
        <w:t xml:space="preserve"> C</w:t>
      </w:r>
      <w:r w:rsidRPr="00516CE8">
        <w:rPr>
          <w:vertAlign w:val="subscript"/>
        </w:rPr>
        <w:t>6</w:t>
      </w:r>
      <w:r>
        <w:t>H</w:t>
      </w:r>
      <w:r w:rsidRPr="00516CE8">
        <w:rPr>
          <w:vertAlign w:val="subscript"/>
        </w:rPr>
        <w:t>12</w:t>
      </w:r>
      <w:r>
        <w:t>O</w:t>
      </w:r>
      <w:r w:rsidRPr="00516CE8">
        <w:rPr>
          <w:vertAlign w:val="subscript"/>
        </w:rPr>
        <w:t>6</w:t>
      </w:r>
      <w:r>
        <w:t xml:space="preserve"> + 6O</w:t>
      </w:r>
      <w:r w:rsidRPr="00516CE8">
        <w:rPr>
          <w:vertAlign w:val="subscript"/>
        </w:rPr>
        <w:t>2</w:t>
      </w:r>
      <w:r>
        <w:t xml:space="preserve"> </w:t>
      </w:r>
      <w:r>
        <w:rPr>
          <w:rFonts w:cstheme="minorHAnsi"/>
        </w:rPr>
        <w:t>→</w:t>
      </w:r>
      <w:r>
        <w:t xml:space="preserve"> 6CO</w:t>
      </w:r>
      <w:r w:rsidRPr="00516CE8">
        <w:rPr>
          <w:vertAlign w:val="subscript"/>
        </w:rPr>
        <w:t>2</w:t>
      </w:r>
      <w:r>
        <w:t xml:space="preserve"> + 6H</w:t>
      </w:r>
      <w:r w:rsidRPr="00516CE8">
        <w:rPr>
          <w:vertAlign w:val="subscript"/>
        </w:rPr>
        <w:t>2</w:t>
      </w:r>
      <w:r>
        <w:t>O</w:t>
      </w:r>
    </w:p>
    <w:p w14:paraId="3B9E89AF" w14:textId="77777777" w:rsidR="00A33AAC" w:rsidRDefault="00A33AAC" w:rsidP="00787F7E">
      <w:pPr>
        <w:pStyle w:val="answers-question"/>
      </w:pPr>
      <w:r w:rsidRPr="00BE5B49">
        <w:rPr>
          <w:b/>
        </w:rPr>
        <w:lastRenderedPageBreak/>
        <w:t>b</w:t>
      </w:r>
      <w:r w:rsidRPr="00BE5B49">
        <w:t xml:space="preserve"> Is the summary an accurate picture of</w:t>
      </w:r>
      <w:r>
        <w:t xml:space="preserve"> </w:t>
      </w:r>
      <w:r w:rsidRPr="00BE5B49">
        <w:t>what happens in cellular respiration?</w:t>
      </w:r>
      <w:r>
        <w:t xml:space="preserve"> </w:t>
      </w:r>
      <w:r w:rsidRPr="00BE5B49">
        <w:t>Justify your answer.</w:t>
      </w:r>
    </w:p>
    <w:p w14:paraId="4C14D45E" w14:textId="77777777" w:rsidR="00A33AAC" w:rsidRPr="005A302B" w:rsidRDefault="00A33AAC" w:rsidP="00787F7E">
      <w:pPr>
        <w:pStyle w:val="answers-answer"/>
      </w:pPr>
      <w:r w:rsidRPr="00787F7E">
        <w:rPr>
          <w:rStyle w:val="answer"/>
        </w:rPr>
        <w:t>Answer</w:t>
      </w:r>
      <w:r w:rsidRPr="005A302B">
        <w:rPr>
          <w:i/>
        </w:rPr>
        <w:t>:</w:t>
      </w:r>
      <w:r w:rsidRPr="005A302B">
        <w:t xml:space="preserve"> No. It is not an accurate picture, because more than 20 chemical reactions occur within the</w:t>
      </w:r>
    </w:p>
    <w:p w14:paraId="5623F32A" w14:textId="77777777" w:rsidR="00A33AAC" w:rsidRPr="00BE5B49" w:rsidRDefault="00A33AAC" w:rsidP="00787F7E">
      <w:pPr>
        <w:pStyle w:val="answers-answer"/>
      </w:pPr>
      <w:r w:rsidRPr="005A302B">
        <w:t>mitochondria or cytoplasm during cellular respiration.</w:t>
      </w:r>
    </w:p>
    <w:p w14:paraId="3C346401" w14:textId="77777777" w:rsidR="00A33AAC" w:rsidRPr="00BE5B49" w:rsidRDefault="00A33AAC" w:rsidP="00787F7E">
      <w:pPr>
        <w:pStyle w:val="answers-question"/>
      </w:pPr>
      <w:r w:rsidRPr="00BE5B49">
        <w:rPr>
          <w:b/>
        </w:rPr>
        <w:t>7</w:t>
      </w:r>
      <w:r w:rsidRPr="00BE5B49">
        <w:t xml:space="preserve"> Explain the difference between aerobic</w:t>
      </w:r>
      <w:r>
        <w:t xml:space="preserve"> </w:t>
      </w:r>
      <w:r w:rsidRPr="00BE5B49">
        <w:t>and anaerobic respiration in terms</w:t>
      </w:r>
      <w:r>
        <w:t xml:space="preserve"> </w:t>
      </w:r>
      <w:r w:rsidRPr="00BE5B49">
        <w:t>of the:</w:t>
      </w:r>
    </w:p>
    <w:p w14:paraId="40ED5AB9" w14:textId="77777777" w:rsidR="00A33AAC" w:rsidRDefault="00A33AAC" w:rsidP="00787F7E">
      <w:pPr>
        <w:pStyle w:val="answers-question"/>
      </w:pPr>
      <w:r w:rsidRPr="00BE5B49">
        <w:rPr>
          <w:b/>
        </w:rPr>
        <w:t>a</w:t>
      </w:r>
      <w:r w:rsidRPr="00BE5B49">
        <w:t xml:space="preserve"> quantity of energy released</w:t>
      </w:r>
    </w:p>
    <w:p w14:paraId="6CBE354F" w14:textId="77777777" w:rsidR="00A33AAC" w:rsidRPr="005A302B" w:rsidRDefault="00A33AAC" w:rsidP="00787F7E">
      <w:pPr>
        <w:pStyle w:val="answers-answer"/>
      </w:pPr>
      <w:r w:rsidRPr="00787F7E">
        <w:rPr>
          <w:rStyle w:val="answer"/>
        </w:rPr>
        <w:t>Answer</w:t>
      </w:r>
      <w:r w:rsidRPr="005A302B">
        <w:rPr>
          <w:i/>
        </w:rPr>
        <w:t>:</w:t>
      </w:r>
      <w:r w:rsidRPr="005A302B">
        <w:t xml:space="preserve"> In aerobic respiration, one molecule of glucose can release enough energy to form up to</w:t>
      </w:r>
    </w:p>
    <w:p w14:paraId="60202A40" w14:textId="6500EA57" w:rsidR="00A33AAC" w:rsidRPr="00BE5B49" w:rsidRDefault="00A33AAC" w:rsidP="00787F7E">
      <w:pPr>
        <w:pStyle w:val="answers-answer"/>
      </w:pPr>
      <w:r w:rsidRPr="005A302B">
        <w:t>38 ATP molecules from ADP.</w:t>
      </w:r>
      <w:r w:rsidR="00B8370C">
        <w:t xml:space="preserve"> </w:t>
      </w:r>
      <w:r w:rsidRPr="005A302B">
        <w:t>In anaerobic respiration, one molecule of glucose can release enough energy to form two ATP</w:t>
      </w:r>
      <w:r w:rsidR="00B8370C">
        <w:t xml:space="preserve"> </w:t>
      </w:r>
      <w:r w:rsidRPr="005A302B">
        <w:t>molecules from ADP.</w:t>
      </w:r>
    </w:p>
    <w:p w14:paraId="4D01D628" w14:textId="77777777" w:rsidR="00A33AAC" w:rsidRDefault="00A33AAC" w:rsidP="00787F7E">
      <w:pPr>
        <w:pStyle w:val="answers-question"/>
      </w:pPr>
      <w:r w:rsidRPr="00BE5B49">
        <w:rPr>
          <w:b/>
        </w:rPr>
        <w:t>b</w:t>
      </w:r>
      <w:r w:rsidRPr="00BE5B49">
        <w:t xml:space="preserve"> reactions involved</w:t>
      </w:r>
    </w:p>
    <w:p w14:paraId="629751F1" w14:textId="74339C6A" w:rsidR="00A33AAC" w:rsidRPr="00BE5B49" w:rsidRDefault="00A33AAC" w:rsidP="00787F7E">
      <w:pPr>
        <w:pStyle w:val="answers-answer"/>
      </w:pPr>
      <w:r w:rsidRPr="00787F7E">
        <w:rPr>
          <w:rStyle w:val="answer"/>
        </w:rPr>
        <w:t>Answer</w:t>
      </w:r>
      <w:r w:rsidRPr="005A302B">
        <w:rPr>
          <w:i/>
        </w:rPr>
        <w:t>:</w:t>
      </w:r>
      <w:r w:rsidRPr="005A302B">
        <w:t xml:space="preserve"> Aerobic respiration requires oxygen and involves a series of reactions: glycolysis, the Krebs</w:t>
      </w:r>
      <w:r w:rsidR="00B8370C">
        <w:t xml:space="preserve"> </w:t>
      </w:r>
      <w:r w:rsidRPr="005A302B">
        <w:t>cycle and the electron transport system. Anaerobic respiration requires no oxygen and involves only</w:t>
      </w:r>
      <w:r w:rsidR="00B8370C">
        <w:t xml:space="preserve"> </w:t>
      </w:r>
      <w:r w:rsidRPr="005A302B">
        <w:t>glycolysis, and then the conversion of pyruvic acid to lactic acid.</w:t>
      </w:r>
    </w:p>
    <w:p w14:paraId="622F7E2A" w14:textId="77777777" w:rsidR="00A33AAC" w:rsidRDefault="00A33AAC" w:rsidP="00787F7E">
      <w:pPr>
        <w:pStyle w:val="answers-question"/>
      </w:pPr>
      <w:r w:rsidRPr="00BE5B49">
        <w:rPr>
          <w:b/>
        </w:rPr>
        <w:t>c</w:t>
      </w:r>
      <w:r w:rsidRPr="00BE5B49">
        <w:t xml:space="preserve"> location of the chemical reactions</w:t>
      </w:r>
      <w:r>
        <w:t xml:space="preserve"> </w:t>
      </w:r>
      <w:r w:rsidRPr="00BE5B49">
        <w:t>within the cell.</w:t>
      </w:r>
    </w:p>
    <w:p w14:paraId="5307F583" w14:textId="77777777" w:rsidR="00A33AAC" w:rsidRPr="005A302B" w:rsidRDefault="00A33AAC" w:rsidP="00787F7E">
      <w:pPr>
        <w:pStyle w:val="answers-answer"/>
      </w:pPr>
      <w:r w:rsidRPr="00787F7E">
        <w:rPr>
          <w:rStyle w:val="answer"/>
        </w:rPr>
        <w:t>Answer</w:t>
      </w:r>
      <w:r w:rsidRPr="005A302B">
        <w:rPr>
          <w:i/>
        </w:rPr>
        <w:t>:</w:t>
      </w:r>
      <w:r w:rsidRPr="005A302B">
        <w:t xml:space="preserve"> Aerobic reactions occur in the mitochondria of the cell. Anaerobic reactions occur in the</w:t>
      </w:r>
    </w:p>
    <w:p w14:paraId="73627DC6" w14:textId="77777777" w:rsidR="00A33AAC" w:rsidRPr="00BE5B49" w:rsidRDefault="00A33AAC" w:rsidP="00787F7E">
      <w:pPr>
        <w:pStyle w:val="answers-answer"/>
      </w:pPr>
      <w:r w:rsidRPr="005A302B">
        <w:t>cytoplasm of the cell.</w:t>
      </w:r>
    </w:p>
    <w:p w14:paraId="2480174F" w14:textId="77777777" w:rsidR="00A33AAC" w:rsidRDefault="00A33AAC" w:rsidP="00787F7E">
      <w:pPr>
        <w:pStyle w:val="answers-question"/>
      </w:pPr>
      <w:r w:rsidRPr="00BE5B49">
        <w:rPr>
          <w:b/>
        </w:rPr>
        <w:t>8</w:t>
      </w:r>
      <w:r w:rsidRPr="00BE5B49">
        <w:t xml:space="preserve"> Explain what is meant by ‘oxygen debt’</w:t>
      </w:r>
      <w:r>
        <w:t xml:space="preserve"> </w:t>
      </w:r>
      <w:r w:rsidRPr="00BE5B49">
        <w:t>or ‘recovery oxygen’. How is an oxygen</w:t>
      </w:r>
      <w:r>
        <w:t xml:space="preserve"> </w:t>
      </w:r>
      <w:r w:rsidRPr="00BE5B49">
        <w:t>debt ‘repaid’?</w:t>
      </w:r>
    </w:p>
    <w:p w14:paraId="1ADEA33C" w14:textId="633A0CAA" w:rsidR="00A33AAC" w:rsidRPr="00BE5B49" w:rsidRDefault="00A33AAC" w:rsidP="00787F7E">
      <w:pPr>
        <w:pStyle w:val="answers-answer"/>
      </w:pPr>
      <w:r w:rsidRPr="00787F7E">
        <w:rPr>
          <w:rStyle w:val="answer"/>
        </w:rPr>
        <w:t>Answer</w:t>
      </w:r>
      <w:r w:rsidRPr="005A302B">
        <w:rPr>
          <w:i/>
        </w:rPr>
        <w:t>:</w:t>
      </w:r>
      <w:r w:rsidRPr="005A302B">
        <w:t xml:space="preserve"> Lactic acid that is produced during anaerobic respiration must be converted to glucose and</w:t>
      </w:r>
      <w:r w:rsidR="00B8370C">
        <w:t xml:space="preserve"> </w:t>
      </w:r>
      <w:r w:rsidRPr="005A302B">
        <w:t xml:space="preserve">then to glycogen in the liver. This process requires </w:t>
      </w:r>
      <w:proofErr w:type="gramStart"/>
      <w:r w:rsidRPr="005A302B">
        <w:t>oxygen</w:t>
      </w:r>
      <w:proofErr w:type="gramEnd"/>
      <w:r w:rsidRPr="005A302B">
        <w:t xml:space="preserve"> so the body incurs an ‘oxygen debt’ when cells</w:t>
      </w:r>
      <w:r>
        <w:t xml:space="preserve"> </w:t>
      </w:r>
      <w:r w:rsidRPr="005A302B">
        <w:t>are respiring anaerobically and building up lactic acid, usually during intense physical exercise. Once</w:t>
      </w:r>
      <w:r w:rsidR="00B8370C">
        <w:t xml:space="preserve"> </w:t>
      </w:r>
      <w:r w:rsidRPr="005A302B">
        <w:t>the exercise ceases, breathing is heavy so that the oxygen debt can be repaid. This extra oxygen that is</w:t>
      </w:r>
      <w:r w:rsidR="00B8370C">
        <w:t xml:space="preserve"> </w:t>
      </w:r>
      <w:r w:rsidRPr="005A302B">
        <w:t>required to convert lactic acid to glucose and glycogen is called recovery oxygen.</w:t>
      </w:r>
    </w:p>
    <w:p w14:paraId="6A28F1B6" w14:textId="77777777" w:rsidR="00A33AAC" w:rsidRDefault="00A33AAC" w:rsidP="00787F7E">
      <w:pPr>
        <w:pStyle w:val="answers-question"/>
      </w:pPr>
      <w:r w:rsidRPr="00BE5B49">
        <w:rPr>
          <w:b/>
        </w:rPr>
        <w:t>9</w:t>
      </w:r>
      <w:r w:rsidRPr="00BE5B49">
        <w:t xml:space="preserve"> Explain why enzymes are substrate</w:t>
      </w:r>
      <w:r>
        <w:t xml:space="preserve"> </w:t>
      </w:r>
      <w:r w:rsidRPr="00BE5B49">
        <w:t>specific.</w:t>
      </w:r>
    </w:p>
    <w:p w14:paraId="3FCDC6CF" w14:textId="77777777" w:rsidR="00A33AAC" w:rsidRPr="00934F2E" w:rsidRDefault="00A33AAC" w:rsidP="00787F7E">
      <w:pPr>
        <w:pStyle w:val="answers-answer"/>
      </w:pPr>
      <w:r w:rsidRPr="00787F7E">
        <w:rPr>
          <w:rStyle w:val="answer"/>
        </w:rPr>
        <w:t>Answer</w:t>
      </w:r>
      <w:r w:rsidRPr="00934F2E">
        <w:rPr>
          <w:i/>
        </w:rPr>
        <w:t>:</w:t>
      </w:r>
      <w:r w:rsidRPr="00934F2E">
        <w:t xml:space="preserve"> Enzymes will only combine with one </w:t>
      </w:r>
      <w:proofErr w:type="gramStart"/>
      <w:r w:rsidRPr="00934F2E">
        <w:t>particular substrate</w:t>
      </w:r>
      <w:proofErr w:type="gramEnd"/>
      <w:r w:rsidRPr="00934F2E">
        <w:t xml:space="preserve"> and thus will only </w:t>
      </w:r>
      <w:proofErr w:type="spellStart"/>
      <w:r w:rsidRPr="00934F2E">
        <w:t>catalyse</w:t>
      </w:r>
      <w:proofErr w:type="spellEnd"/>
      <w:r w:rsidRPr="00934F2E">
        <w:t xml:space="preserve"> one</w:t>
      </w:r>
    </w:p>
    <w:p w14:paraId="5450B80F" w14:textId="77777777" w:rsidR="00A33AAC" w:rsidRPr="00BE5B49" w:rsidRDefault="00A33AAC" w:rsidP="00787F7E">
      <w:pPr>
        <w:pStyle w:val="answers-answer"/>
      </w:pPr>
      <w:r w:rsidRPr="00934F2E">
        <w:t>specific reaction.</w:t>
      </w:r>
    </w:p>
    <w:p w14:paraId="6535142D" w14:textId="77777777" w:rsidR="00B8370C" w:rsidRDefault="00B8370C" w:rsidP="00787F7E">
      <w:pPr>
        <w:pStyle w:val="answers-question"/>
        <w:rPr>
          <w:b/>
        </w:rPr>
      </w:pPr>
    </w:p>
    <w:p w14:paraId="6EA592EA" w14:textId="77777777" w:rsidR="00B8370C" w:rsidRDefault="00B8370C" w:rsidP="00787F7E">
      <w:pPr>
        <w:pStyle w:val="answers-question"/>
        <w:rPr>
          <w:b/>
        </w:rPr>
      </w:pPr>
    </w:p>
    <w:p w14:paraId="37B1EE84" w14:textId="4053EC85" w:rsidR="00A33AAC" w:rsidRDefault="00A33AAC" w:rsidP="00787F7E">
      <w:pPr>
        <w:pStyle w:val="answers-question"/>
      </w:pPr>
      <w:r w:rsidRPr="00BE5B49">
        <w:rPr>
          <w:b/>
        </w:rPr>
        <w:lastRenderedPageBreak/>
        <w:t xml:space="preserve">10 </w:t>
      </w:r>
      <w:r w:rsidRPr="00BE5B49">
        <w:t>Explain why increasing the substrate</w:t>
      </w:r>
      <w:r>
        <w:t xml:space="preserve"> </w:t>
      </w:r>
      <w:r w:rsidRPr="00BE5B49">
        <w:t>concentration has no impact on the rate</w:t>
      </w:r>
      <w:r>
        <w:t xml:space="preserve"> </w:t>
      </w:r>
      <w:r w:rsidRPr="00BE5B49">
        <w:t>of the reaction beyond a certain point.</w:t>
      </w:r>
    </w:p>
    <w:p w14:paraId="40181A57" w14:textId="1253A2CA" w:rsidR="00A33AAC" w:rsidRPr="00157EA7" w:rsidRDefault="00A33AAC" w:rsidP="00787F7E">
      <w:pPr>
        <w:pStyle w:val="answers-answer"/>
      </w:pPr>
      <w:r w:rsidRPr="00787F7E">
        <w:rPr>
          <w:rStyle w:val="answer"/>
        </w:rPr>
        <w:t>Answer</w:t>
      </w:r>
      <w:r w:rsidRPr="00351348">
        <w:rPr>
          <w:i/>
        </w:rPr>
        <w:t>:</w:t>
      </w:r>
      <w:r>
        <w:t xml:space="preserve"> Enzymes can become saturated. Once all active sites are occupied the concentration of substrate does not</w:t>
      </w:r>
      <w:r w:rsidR="00B8370C">
        <w:t xml:space="preserve"> have an</w:t>
      </w:r>
      <w:r>
        <w:t xml:space="preserve"> impact on the rate of the reaction. As such</w:t>
      </w:r>
      <w:r w:rsidR="00B8370C">
        <w:t>,</w:t>
      </w:r>
      <w:r>
        <w:t xml:space="preserve"> a plateau can be seen if measuring rate of reaction against substrate concentration. </w:t>
      </w:r>
    </w:p>
    <w:p w14:paraId="77B75405" w14:textId="77777777" w:rsidR="00A33AAC" w:rsidRPr="00BE5B49" w:rsidRDefault="00A33AAC" w:rsidP="00194D67">
      <w:pPr>
        <w:pStyle w:val="i-chead"/>
        <w:rPr>
          <w:lang w:val="en-US"/>
        </w:rPr>
      </w:pPr>
      <w:r w:rsidRPr="00BE5B49">
        <w:rPr>
          <w:lang w:val="en-US"/>
        </w:rPr>
        <w:t>Apply</w:t>
      </w:r>
    </w:p>
    <w:p w14:paraId="4F1F2A8B" w14:textId="77777777" w:rsidR="00A33AAC" w:rsidRDefault="00A33AAC" w:rsidP="00787F7E">
      <w:pPr>
        <w:pStyle w:val="answers-question"/>
      </w:pPr>
      <w:r w:rsidRPr="00BE5B49">
        <w:rPr>
          <w:b/>
        </w:rPr>
        <w:t>11</w:t>
      </w:r>
      <w:r w:rsidRPr="00BE5B49">
        <w:t xml:space="preserve"> ‘Cellular respiration is vital for cellular</w:t>
      </w:r>
      <w:r>
        <w:t xml:space="preserve"> </w:t>
      </w:r>
      <w:r w:rsidRPr="00BE5B49">
        <w:t>functioning.’ Explain this statement.</w:t>
      </w:r>
    </w:p>
    <w:p w14:paraId="79AFF188" w14:textId="77777777" w:rsidR="00A33AAC" w:rsidRPr="00157EA7" w:rsidRDefault="00A33AAC" w:rsidP="00787F7E">
      <w:pPr>
        <w:pStyle w:val="answers-answer"/>
      </w:pPr>
      <w:r w:rsidRPr="00787F7E">
        <w:rPr>
          <w:rStyle w:val="answer"/>
        </w:rPr>
        <w:t>Answer</w:t>
      </w:r>
      <w:r w:rsidRPr="00351348">
        <w:rPr>
          <w:i/>
        </w:rPr>
        <w:t>:</w:t>
      </w:r>
      <w:r>
        <w:t xml:space="preserve"> Cellular functioning is how efficiently the cell is working. Many cell functions are active processes requiring ATP. Cellular respiration produces ATP, so without the reaction, there would not be enough energy for normal cellular functioning. </w:t>
      </w:r>
    </w:p>
    <w:p w14:paraId="6DD1E2D8" w14:textId="77777777" w:rsidR="00A33AAC" w:rsidRDefault="00A33AAC" w:rsidP="00787F7E">
      <w:pPr>
        <w:pStyle w:val="answers-question"/>
      </w:pPr>
      <w:r w:rsidRPr="00BE5B49">
        <w:rPr>
          <w:b/>
        </w:rPr>
        <w:t>12</w:t>
      </w:r>
      <w:r w:rsidRPr="00BE5B49">
        <w:t xml:space="preserve"> Use a diagram to </w:t>
      </w:r>
      <w:proofErr w:type="spellStart"/>
      <w:r w:rsidRPr="00BE5B49">
        <w:t>summarise</w:t>
      </w:r>
      <w:proofErr w:type="spellEnd"/>
      <w:r w:rsidRPr="00BE5B49">
        <w:t xml:space="preserve"> the</w:t>
      </w:r>
      <w:r>
        <w:t xml:space="preserve"> </w:t>
      </w:r>
      <w:r w:rsidRPr="00BE5B49">
        <w:t>relationship between ATP and ADP.</w:t>
      </w:r>
    </w:p>
    <w:p w14:paraId="27F85CCD" w14:textId="77777777" w:rsidR="00A33AAC" w:rsidRDefault="00A33AAC" w:rsidP="00787F7E">
      <w:pPr>
        <w:pStyle w:val="answers-answer"/>
      </w:pPr>
      <w:r w:rsidRPr="00787F7E">
        <w:rPr>
          <w:rStyle w:val="answer"/>
        </w:rPr>
        <w:t>Answer</w:t>
      </w:r>
      <w:r w:rsidRPr="00934F2E">
        <w:rPr>
          <w:i/>
        </w:rPr>
        <w:t>:</w:t>
      </w:r>
      <w:r w:rsidRPr="00934F2E">
        <w:t xml:space="preserve"> Students should draw a simplified version of </w:t>
      </w:r>
      <w:r>
        <w:t xml:space="preserve">Figure 3.17 on page 71 of the student book. </w:t>
      </w:r>
    </w:p>
    <w:p w14:paraId="7E0CE056" w14:textId="77777777" w:rsidR="00A33AAC" w:rsidRDefault="00A33AAC" w:rsidP="00787F7E">
      <w:pPr>
        <w:pStyle w:val="answers-question"/>
      </w:pPr>
      <w:r w:rsidRPr="00BE5B49">
        <w:rPr>
          <w:b/>
        </w:rPr>
        <w:t>13</w:t>
      </w:r>
      <w:r w:rsidRPr="00BE5B49">
        <w:t xml:space="preserve"> The law of conservation of energy states</w:t>
      </w:r>
      <w:r>
        <w:t xml:space="preserve"> </w:t>
      </w:r>
      <w:r w:rsidRPr="00BE5B49">
        <w:t>that energy can be neither created nor</w:t>
      </w:r>
      <w:r>
        <w:t xml:space="preserve"> </w:t>
      </w:r>
      <w:r w:rsidRPr="00BE5B49">
        <w:t>destroyed. If this is so, why do we need</w:t>
      </w:r>
      <w:r>
        <w:t xml:space="preserve"> </w:t>
      </w:r>
      <w:r w:rsidRPr="00BE5B49">
        <w:t>to continually take energy into the body</w:t>
      </w:r>
      <w:r>
        <w:t xml:space="preserve"> </w:t>
      </w:r>
      <w:r w:rsidRPr="00BE5B49">
        <w:t>in the form of food?</w:t>
      </w:r>
    </w:p>
    <w:p w14:paraId="367E6E32" w14:textId="0F8D6AD0" w:rsidR="00A33AAC" w:rsidRPr="00BE5B49" w:rsidRDefault="00A33AAC" w:rsidP="00787F7E">
      <w:pPr>
        <w:pStyle w:val="answers-answer"/>
      </w:pPr>
      <w:r w:rsidRPr="00787F7E">
        <w:rPr>
          <w:rStyle w:val="answer"/>
        </w:rPr>
        <w:t>Answer</w:t>
      </w:r>
      <w:r w:rsidRPr="00934F2E">
        <w:rPr>
          <w:i/>
        </w:rPr>
        <w:t>:</w:t>
      </w:r>
      <w:r w:rsidRPr="00934F2E">
        <w:t xml:space="preserve"> Energy cannot be created or destroyed, but it can be transferred and transformed, or converted.</w:t>
      </w:r>
      <w:r w:rsidR="00B8370C">
        <w:t xml:space="preserve"> </w:t>
      </w:r>
      <w:r w:rsidRPr="00934F2E">
        <w:t xml:space="preserve">Energy is constantly being converted by the body to </w:t>
      </w:r>
      <w:proofErr w:type="spellStart"/>
      <w:r w:rsidRPr="00934F2E">
        <w:t>synthesise</w:t>
      </w:r>
      <w:proofErr w:type="spellEnd"/>
      <w:r w:rsidRPr="00934F2E">
        <w:t xml:space="preserve"> new products necessary for life activities,</w:t>
      </w:r>
      <w:r w:rsidR="00B8370C">
        <w:t xml:space="preserve"> </w:t>
      </w:r>
      <w:r w:rsidRPr="00934F2E">
        <w:t>such as growth and repair, reproduction and movement. A large amount of energy is also converted to</w:t>
      </w:r>
      <w:r w:rsidR="00B8370C">
        <w:t xml:space="preserve"> </w:t>
      </w:r>
      <w:r w:rsidRPr="00934F2E">
        <w:t>heat, which is a form of energy that living cells cannot use.</w:t>
      </w:r>
    </w:p>
    <w:p w14:paraId="2B563AE6" w14:textId="77777777" w:rsidR="00A33AAC" w:rsidRPr="00BE5B49" w:rsidRDefault="00A33AAC" w:rsidP="00787F7E">
      <w:pPr>
        <w:pStyle w:val="answers-question"/>
      </w:pPr>
      <w:r w:rsidRPr="00BE5B49">
        <w:rPr>
          <w:b/>
        </w:rPr>
        <w:t>14</w:t>
      </w:r>
      <w:r w:rsidRPr="00BE5B49">
        <w:t xml:space="preserve"> For each of the following processes,</w:t>
      </w:r>
      <w:r>
        <w:t xml:space="preserve"> </w:t>
      </w:r>
      <w:r w:rsidRPr="00BE5B49">
        <w:t>state whether the chemical reactions are</w:t>
      </w:r>
      <w:r>
        <w:t xml:space="preserve"> </w:t>
      </w:r>
      <w:r w:rsidRPr="00BE5B49">
        <w:t>anabolic or catabolic reactions:</w:t>
      </w:r>
    </w:p>
    <w:p w14:paraId="261E4F04" w14:textId="77777777" w:rsidR="00A33AAC" w:rsidRDefault="00A33AAC" w:rsidP="00787F7E">
      <w:pPr>
        <w:pStyle w:val="answers-question"/>
      </w:pPr>
      <w:r w:rsidRPr="00BE5B49">
        <w:rPr>
          <w:b/>
        </w:rPr>
        <w:t>a</w:t>
      </w:r>
      <w:r w:rsidRPr="00BE5B49">
        <w:t xml:space="preserve"> protein synthesis</w:t>
      </w:r>
    </w:p>
    <w:p w14:paraId="73CA0E89" w14:textId="77777777" w:rsidR="00A33AAC" w:rsidRPr="00BE5B49" w:rsidRDefault="00A33AAC" w:rsidP="00787F7E">
      <w:pPr>
        <w:pStyle w:val="answers-answer"/>
      </w:pPr>
      <w:r w:rsidRPr="00787F7E">
        <w:rPr>
          <w:rStyle w:val="answer"/>
        </w:rPr>
        <w:t>Answer</w:t>
      </w:r>
      <w:r w:rsidRPr="00934F2E">
        <w:rPr>
          <w:i/>
        </w:rPr>
        <w:t>:</w:t>
      </w:r>
      <w:r w:rsidRPr="00934F2E">
        <w:t xml:space="preserve"> Anabolic</w:t>
      </w:r>
    </w:p>
    <w:p w14:paraId="299CA5EA" w14:textId="77777777" w:rsidR="00A33AAC" w:rsidRDefault="00A33AAC" w:rsidP="00787F7E">
      <w:pPr>
        <w:pStyle w:val="answers-question"/>
      </w:pPr>
      <w:r w:rsidRPr="00BE5B49">
        <w:rPr>
          <w:b/>
        </w:rPr>
        <w:t>b</w:t>
      </w:r>
      <w:r w:rsidRPr="00BE5B49">
        <w:t xml:space="preserve"> anaerobic respiration</w:t>
      </w:r>
    </w:p>
    <w:p w14:paraId="7995DD7E" w14:textId="77777777" w:rsidR="00A33AAC" w:rsidRPr="00BE5B49" w:rsidRDefault="00A33AAC" w:rsidP="00787F7E">
      <w:pPr>
        <w:pStyle w:val="answers-answer"/>
      </w:pPr>
      <w:r w:rsidRPr="00787F7E">
        <w:rPr>
          <w:rStyle w:val="answer"/>
        </w:rPr>
        <w:t>Answer</w:t>
      </w:r>
      <w:r w:rsidRPr="00934F2E">
        <w:rPr>
          <w:i/>
        </w:rPr>
        <w:t>:</w:t>
      </w:r>
      <w:r w:rsidRPr="00934F2E">
        <w:t xml:space="preserve"> Catabolic</w:t>
      </w:r>
    </w:p>
    <w:p w14:paraId="055F22AA" w14:textId="77777777" w:rsidR="00A33AAC" w:rsidRDefault="00A33AAC" w:rsidP="00787F7E">
      <w:pPr>
        <w:pStyle w:val="answers-question"/>
      </w:pPr>
      <w:r w:rsidRPr="00BE5B49">
        <w:rPr>
          <w:b/>
        </w:rPr>
        <w:t>c</w:t>
      </w:r>
      <w:r w:rsidRPr="00BE5B49">
        <w:t xml:space="preserve"> formation of glycogen</w:t>
      </w:r>
    </w:p>
    <w:p w14:paraId="2DC178D9" w14:textId="77777777" w:rsidR="00A33AAC" w:rsidRPr="00BE5B49" w:rsidRDefault="00A33AAC" w:rsidP="00787F7E">
      <w:pPr>
        <w:pStyle w:val="answers-answer"/>
      </w:pPr>
      <w:r w:rsidRPr="00787F7E">
        <w:rPr>
          <w:rStyle w:val="answer"/>
        </w:rPr>
        <w:t>Answer</w:t>
      </w:r>
      <w:r w:rsidRPr="00934F2E">
        <w:rPr>
          <w:i/>
        </w:rPr>
        <w:t>:</w:t>
      </w:r>
      <w:r w:rsidRPr="00934F2E">
        <w:t xml:space="preserve"> Anabolic</w:t>
      </w:r>
    </w:p>
    <w:p w14:paraId="7245F34C" w14:textId="77777777" w:rsidR="00A33AAC" w:rsidRDefault="00A33AAC" w:rsidP="00787F7E">
      <w:pPr>
        <w:pStyle w:val="answers-question"/>
      </w:pPr>
      <w:r w:rsidRPr="00BE5B49">
        <w:rPr>
          <w:b/>
        </w:rPr>
        <w:t>d</w:t>
      </w:r>
      <w:r w:rsidRPr="00BE5B49">
        <w:t xml:space="preserve"> aerobic respiration</w:t>
      </w:r>
    </w:p>
    <w:p w14:paraId="00939BFB" w14:textId="77777777" w:rsidR="00A33AAC" w:rsidRPr="00BE5B49" w:rsidRDefault="00A33AAC" w:rsidP="00787F7E">
      <w:pPr>
        <w:pStyle w:val="answers-answer"/>
      </w:pPr>
      <w:r w:rsidRPr="00787F7E">
        <w:rPr>
          <w:rStyle w:val="answer"/>
        </w:rPr>
        <w:t>Answer</w:t>
      </w:r>
      <w:r w:rsidRPr="00934F2E">
        <w:rPr>
          <w:i/>
        </w:rPr>
        <w:t>:</w:t>
      </w:r>
      <w:r w:rsidRPr="00934F2E">
        <w:t xml:space="preserve"> Catabolic</w:t>
      </w:r>
    </w:p>
    <w:p w14:paraId="39D398EB" w14:textId="77777777" w:rsidR="00A33AAC" w:rsidRDefault="00A33AAC" w:rsidP="00787F7E">
      <w:pPr>
        <w:pStyle w:val="answers-question"/>
      </w:pPr>
      <w:r w:rsidRPr="00BE5B49">
        <w:rPr>
          <w:b/>
        </w:rPr>
        <w:lastRenderedPageBreak/>
        <w:t>e</w:t>
      </w:r>
      <w:r w:rsidRPr="00BE5B49">
        <w:t xml:space="preserve"> formation of glucose from lactic acid.</w:t>
      </w:r>
    </w:p>
    <w:p w14:paraId="059E33B6" w14:textId="77777777" w:rsidR="00A33AAC" w:rsidRPr="00BE5B49" w:rsidRDefault="00A33AAC" w:rsidP="00787F7E">
      <w:pPr>
        <w:pStyle w:val="answers-answer"/>
      </w:pPr>
      <w:r w:rsidRPr="00787F7E">
        <w:rPr>
          <w:rStyle w:val="answer"/>
        </w:rPr>
        <w:t>Answer</w:t>
      </w:r>
      <w:r w:rsidRPr="00934F2E">
        <w:rPr>
          <w:i/>
        </w:rPr>
        <w:t>:</w:t>
      </w:r>
      <w:r w:rsidRPr="00934F2E">
        <w:t xml:space="preserve"> Anabolic</w:t>
      </w:r>
    </w:p>
    <w:p w14:paraId="21327EDF" w14:textId="77777777" w:rsidR="00A33AAC" w:rsidRDefault="00A33AAC" w:rsidP="00787F7E">
      <w:pPr>
        <w:pStyle w:val="answers-question"/>
      </w:pPr>
      <w:r w:rsidRPr="00BE5B49">
        <w:rPr>
          <w:b/>
        </w:rPr>
        <w:t>15</w:t>
      </w:r>
      <w:r w:rsidRPr="00BE5B49">
        <w:t xml:space="preserve"> </w:t>
      </w:r>
      <w:r>
        <w:t>The figure below</w:t>
      </w:r>
      <w:r w:rsidRPr="00BE5B49">
        <w:t xml:space="preserve"> is a model showing how</w:t>
      </w:r>
      <w:r>
        <w:t xml:space="preserve"> </w:t>
      </w:r>
      <w:r w:rsidRPr="00BE5B49">
        <w:t>an enzyme is involved in a chemical</w:t>
      </w:r>
      <w:r>
        <w:t xml:space="preserve"> </w:t>
      </w:r>
      <w:r w:rsidRPr="00BE5B49">
        <w:t>reaction. Which letter corresponds to the</w:t>
      </w:r>
      <w:r>
        <w:t xml:space="preserve"> </w:t>
      </w:r>
      <w:r w:rsidRPr="00BE5B49">
        <w:t>enzyme, substrate, active site, enzyme–substrate complex and product?</w:t>
      </w:r>
    </w:p>
    <w:p w14:paraId="2939FBDE" w14:textId="77777777" w:rsidR="00A33AAC" w:rsidRPr="00670627" w:rsidRDefault="00A33AAC" w:rsidP="00787F7E">
      <w:pPr>
        <w:pStyle w:val="answers-answer"/>
      </w:pPr>
      <w:r w:rsidRPr="00787F7E">
        <w:rPr>
          <w:rStyle w:val="answer"/>
        </w:rPr>
        <w:t>Answer</w:t>
      </w:r>
      <w:r>
        <w:t>:</w:t>
      </w:r>
    </w:p>
    <w:p w14:paraId="308038BC" w14:textId="77777777" w:rsidR="00A33AAC" w:rsidRPr="00BE5B49" w:rsidRDefault="00A33AAC" w:rsidP="00787F7E">
      <w:pPr>
        <w:pStyle w:val="answers-answer"/>
        <w:rPr>
          <w:b/>
          <w:bCs/>
        </w:rPr>
      </w:pPr>
      <w:r>
        <w:rPr>
          <w:b/>
          <w:bCs/>
        </w:rPr>
        <w:t xml:space="preserve">a </w:t>
      </w:r>
      <w:r w:rsidRPr="00157EA7">
        <w:t>Substrate</w:t>
      </w:r>
    </w:p>
    <w:p w14:paraId="420D49E8" w14:textId="1A67A16D" w:rsidR="00A33AAC" w:rsidRPr="00BE5B49" w:rsidRDefault="00A33AAC" w:rsidP="00787F7E">
      <w:pPr>
        <w:pStyle w:val="answers-answer"/>
        <w:rPr>
          <w:b/>
          <w:bCs/>
        </w:rPr>
      </w:pPr>
      <w:r>
        <w:rPr>
          <w:b/>
          <w:bCs/>
        </w:rPr>
        <w:t xml:space="preserve">b </w:t>
      </w:r>
      <w:r w:rsidRPr="00157EA7">
        <w:t xml:space="preserve">Active </w:t>
      </w:r>
      <w:r w:rsidR="00342B20">
        <w:t>s</w:t>
      </w:r>
      <w:r w:rsidRPr="00157EA7">
        <w:t>ite</w:t>
      </w:r>
    </w:p>
    <w:p w14:paraId="12D9194F" w14:textId="77777777" w:rsidR="00A33AAC" w:rsidRPr="00157EA7" w:rsidRDefault="00A33AAC" w:rsidP="00787F7E">
      <w:pPr>
        <w:pStyle w:val="answers-answer"/>
      </w:pPr>
      <w:r w:rsidRPr="00BE5B49">
        <w:rPr>
          <w:b/>
          <w:bCs/>
        </w:rPr>
        <w:t>c</w:t>
      </w:r>
      <w:r>
        <w:rPr>
          <w:b/>
          <w:bCs/>
        </w:rPr>
        <w:t xml:space="preserve"> </w:t>
      </w:r>
      <w:r>
        <w:t>Enzyme</w:t>
      </w:r>
    </w:p>
    <w:p w14:paraId="2DAC9EE0" w14:textId="77777777" w:rsidR="00A33AAC" w:rsidRPr="00BE5B49" w:rsidRDefault="00A33AAC" w:rsidP="00787F7E">
      <w:pPr>
        <w:pStyle w:val="answers-answer"/>
        <w:rPr>
          <w:b/>
          <w:bCs/>
        </w:rPr>
      </w:pPr>
      <w:r w:rsidRPr="00BE5B49">
        <w:rPr>
          <w:b/>
          <w:bCs/>
        </w:rPr>
        <w:t>d</w:t>
      </w:r>
      <w:r>
        <w:rPr>
          <w:b/>
          <w:bCs/>
        </w:rPr>
        <w:t xml:space="preserve"> </w:t>
      </w:r>
      <w:r w:rsidRPr="00157EA7">
        <w:t>Enzyme-substrate complex</w:t>
      </w:r>
    </w:p>
    <w:p w14:paraId="5257D389" w14:textId="77777777" w:rsidR="00A33AAC" w:rsidRDefault="00A33AAC" w:rsidP="00787F7E">
      <w:pPr>
        <w:pStyle w:val="answers-answer"/>
      </w:pPr>
      <w:r w:rsidRPr="00BE5B49">
        <w:rPr>
          <w:b/>
          <w:bCs/>
        </w:rPr>
        <w:t>e</w:t>
      </w:r>
      <w:r>
        <w:rPr>
          <w:b/>
          <w:bCs/>
        </w:rPr>
        <w:t xml:space="preserve"> </w:t>
      </w:r>
      <w:r w:rsidRPr="00157EA7">
        <w:t>Product</w:t>
      </w:r>
    </w:p>
    <w:p w14:paraId="0E5B18A6" w14:textId="77777777" w:rsidR="00A33AAC" w:rsidRPr="00BE5B49" w:rsidRDefault="00A33AAC" w:rsidP="00194D67">
      <w:pPr>
        <w:pStyle w:val="i-chead"/>
        <w:rPr>
          <w:lang w:val="en-US"/>
        </w:rPr>
      </w:pPr>
      <w:r w:rsidRPr="00BE5B49">
        <w:rPr>
          <w:lang w:val="en-US"/>
        </w:rPr>
        <w:t>Extend</w:t>
      </w:r>
    </w:p>
    <w:p w14:paraId="77E9FFF5" w14:textId="4326CDDD" w:rsidR="00A33AAC" w:rsidRDefault="00A33AAC" w:rsidP="00787F7E">
      <w:pPr>
        <w:pStyle w:val="answers-question"/>
      </w:pPr>
      <w:r w:rsidRPr="00BE5B49">
        <w:rPr>
          <w:b/>
        </w:rPr>
        <w:t>16</w:t>
      </w:r>
      <w:r w:rsidRPr="00BE5B49">
        <w:t xml:space="preserve"> ACE inhibitors are medications that slow</w:t>
      </w:r>
      <w:r>
        <w:t xml:space="preserve"> </w:t>
      </w:r>
      <w:r w:rsidRPr="00BE5B49">
        <w:t>the activity of angiotensin-converting</w:t>
      </w:r>
      <w:r>
        <w:t xml:space="preserve"> </w:t>
      </w:r>
      <w:r w:rsidRPr="00BE5B49">
        <w:t>enzyme (ACE).</w:t>
      </w:r>
      <w:r>
        <w:t xml:space="preserve"> </w:t>
      </w:r>
      <w:r w:rsidRPr="00BE5B49">
        <w:t>Angiotensin is an enzyme</w:t>
      </w:r>
      <w:r>
        <w:t xml:space="preserve"> </w:t>
      </w:r>
      <w:r w:rsidRPr="00BE5B49">
        <w:t>that causes blood vessels to constrict.</w:t>
      </w:r>
      <w:r>
        <w:t xml:space="preserve"> </w:t>
      </w:r>
      <w:r w:rsidRPr="00BE5B49">
        <w:t>A person prescribed an ACE inhibitor</w:t>
      </w:r>
      <w:r w:rsidR="00787F7E">
        <w:t xml:space="preserve"> </w:t>
      </w:r>
      <w:r w:rsidRPr="00BE5B49">
        <w:t>would produce less angiotensin than</w:t>
      </w:r>
      <w:r>
        <w:t xml:space="preserve"> </w:t>
      </w:r>
      <w:r w:rsidRPr="00BE5B49">
        <w:t>usual. Suggest what medical condition/s</w:t>
      </w:r>
      <w:r>
        <w:t xml:space="preserve"> </w:t>
      </w:r>
      <w:r w:rsidRPr="00BE5B49">
        <w:t>ACE inhibitors could be used to control.</w:t>
      </w:r>
      <w:r>
        <w:t xml:space="preserve"> </w:t>
      </w:r>
      <w:r w:rsidRPr="00BE5B49">
        <w:t>Explain the reason for your suggestions.</w:t>
      </w:r>
    </w:p>
    <w:p w14:paraId="7D7F2B25" w14:textId="07DD20E1" w:rsidR="00A33AAC" w:rsidRPr="00BE5B49" w:rsidRDefault="00A33AAC" w:rsidP="00787F7E">
      <w:pPr>
        <w:pStyle w:val="answers-answer"/>
      </w:pPr>
      <w:r w:rsidRPr="00787F7E">
        <w:rPr>
          <w:rStyle w:val="answer"/>
        </w:rPr>
        <w:t>Answer</w:t>
      </w:r>
      <w:r w:rsidRPr="00D61B49">
        <w:rPr>
          <w:i/>
        </w:rPr>
        <w:t>:</w:t>
      </w:r>
      <w:r w:rsidRPr="00D61B49">
        <w:t xml:space="preserve"> ACE inhibitors would be used to control high blood pressure (hypertension). Slowing the</w:t>
      </w:r>
      <w:r w:rsidR="00B8370C">
        <w:t xml:space="preserve"> </w:t>
      </w:r>
      <w:r w:rsidRPr="00D61B49">
        <w:t>activity of angiotensin-converting enzyme would reduce the amount of angiotensin produced, which in</w:t>
      </w:r>
      <w:r w:rsidR="00B8370C">
        <w:t xml:space="preserve"> </w:t>
      </w:r>
      <w:r w:rsidRPr="00D61B49">
        <w:t>turn would reduce the amount of constriction of blood vessels, thereby reducing blood pressure.</w:t>
      </w:r>
    </w:p>
    <w:p w14:paraId="12A71451" w14:textId="77777777" w:rsidR="00A33AAC" w:rsidRDefault="00A33AAC" w:rsidP="00787F7E">
      <w:pPr>
        <w:pStyle w:val="answers-question"/>
      </w:pPr>
      <w:r w:rsidRPr="00BE5B49">
        <w:rPr>
          <w:b/>
        </w:rPr>
        <w:t>17</w:t>
      </w:r>
      <w:r w:rsidRPr="00BE5B49">
        <w:t xml:space="preserve"> Adolf Hitler and </w:t>
      </w:r>
      <w:proofErr w:type="gramStart"/>
      <w:r w:rsidRPr="00BE5B49">
        <w:t>a number of</w:t>
      </w:r>
      <w:proofErr w:type="gramEnd"/>
      <w:r w:rsidRPr="00BE5B49">
        <w:t xml:space="preserve"> high-ranking</w:t>
      </w:r>
      <w:r>
        <w:t xml:space="preserve"> </w:t>
      </w:r>
      <w:r w:rsidRPr="00BE5B49">
        <w:t>Nazi leaders committed suicide</w:t>
      </w:r>
      <w:r>
        <w:t xml:space="preserve"> </w:t>
      </w:r>
      <w:r w:rsidRPr="00BE5B49">
        <w:t>by taking cyanide. The cyanide ion</w:t>
      </w:r>
      <w:r>
        <w:t xml:space="preserve"> </w:t>
      </w:r>
      <w:r w:rsidRPr="00BE5B49">
        <w:t>travels to the mitochondria where it acts</w:t>
      </w:r>
      <w:r>
        <w:t xml:space="preserve"> </w:t>
      </w:r>
      <w:r w:rsidRPr="00BE5B49">
        <w:t>as an enzyme inhibitor for cytochrome C</w:t>
      </w:r>
      <w:r>
        <w:t xml:space="preserve"> </w:t>
      </w:r>
      <w:r w:rsidRPr="00BE5B49">
        <w:t>oxidase</w:t>
      </w:r>
      <w:r>
        <w:t>,</w:t>
      </w:r>
      <w:r w:rsidRPr="00BE5B49">
        <w:t xml:space="preserve"> an enzyme involved in the</w:t>
      </w:r>
      <w:r>
        <w:t xml:space="preserve"> </w:t>
      </w:r>
      <w:r w:rsidRPr="00BE5B49">
        <w:t>electron transport system. Explain why</w:t>
      </w:r>
      <w:r>
        <w:t xml:space="preserve"> </w:t>
      </w:r>
      <w:r w:rsidRPr="00BE5B49">
        <w:t>cyanide poisoning is fatal.</w:t>
      </w:r>
    </w:p>
    <w:p w14:paraId="08281EA7" w14:textId="72A3DA8C" w:rsidR="00A33AAC" w:rsidRPr="002C4A53" w:rsidRDefault="00A33AAC" w:rsidP="00787F7E">
      <w:pPr>
        <w:pStyle w:val="answers-answer"/>
      </w:pPr>
      <w:r w:rsidRPr="00787F7E">
        <w:rPr>
          <w:rStyle w:val="answer"/>
        </w:rPr>
        <w:t>Answer</w:t>
      </w:r>
      <w:r w:rsidRPr="00D61B49">
        <w:rPr>
          <w:i/>
        </w:rPr>
        <w:t>:</w:t>
      </w:r>
      <w:r w:rsidRPr="00D61B49">
        <w:t xml:space="preserve"> Cyanide prevents the cells from using oxygen.</w:t>
      </w:r>
      <w:r w:rsidR="00787F7E">
        <w:t xml:space="preserve"> </w:t>
      </w:r>
      <w:r w:rsidRPr="00D61B49">
        <w:t xml:space="preserve">Cyanide inhibits the enzyme cytochrome </w:t>
      </w:r>
      <w:r w:rsidR="00B8370C">
        <w:t xml:space="preserve">C </w:t>
      </w:r>
      <w:r w:rsidRPr="00D61B49">
        <w:t>oxidase, which is part of the electron transport chain. Tissues</w:t>
      </w:r>
      <w:r w:rsidR="00787F7E">
        <w:t xml:space="preserve"> </w:t>
      </w:r>
      <w:r w:rsidRPr="00D61B49">
        <w:t>that rely heavily on aerobic respiration, such as cardiac muscle and nerve cells, are most affected by</w:t>
      </w:r>
      <w:r w:rsidR="00787F7E">
        <w:t xml:space="preserve"> </w:t>
      </w:r>
      <w:r w:rsidRPr="00D61B49">
        <w:t>cyanide.</w:t>
      </w:r>
    </w:p>
    <w:p w14:paraId="5D891565" w14:textId="77777777" w:rsidR="00A33AAC" w:rsidRPr="00A33AAC" w:rsidRDefault="00A33AAC" w:rsidP="00A33AAC">
      <w:pPr>
        <w:pStyle w:val="i-bodytextfo"/>
        <w:rPr>
          <w:lang w:val="en-GB" w:eastAsia="en-US"/>
        </w:rPr>
      </w:pPr>
    </w:p>
    <w:bookmarkEnd w:id="1"/>
    <w:sectPr w:rsidR="00A33AAC" w:rsidRPr="00A33AAC" w:rsidSect="00CF0FC3">
      <w:headerReference w:type="default" r:id="rId10"/>
      <w:footerReference w:type="default" r:id="rId11"/>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A85E85" w:rsidRDefault="00A85E85">
      <w:r>
        <w:separator/>
      </w:r>
    </w:p>
  </w:endnote>
  <w:endnote w:type="continuationSeparator" w:id="0">
    <w:p w14:paraId="43CBF3E2" w14:textId="77777777" w:rsidR="00A85E85" w:rsidRDefault="00A85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A85E85" w:rsidRPr="004F754C" w:rsidRDefault="00A85E85"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fldSimple w:instr=" NUMPAGES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A85E85" w:rsidRDefault="00A85E85">
      <w:r>
        <w:separator/>
      </w:r>
    </w:p>
  </w:footnote>
  <w:footnote w:type="continuationSeparator" w:id="0">
    <w:p w14:paraId="7706B130" w14:textId="77777777" w:rsidR="00A85E85" w:rsidRDefault="00A85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A85E85" w:rsidRDefault="00A85E85"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2F55"/>
    <w:multiLevelType w:val="hybridMultilevel"/>
    <w:tmpl w:val="F314D5B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9970786"/>
    <w:multiLevelType w:val="hybridMultilevel"/>
    <w:tmpl w:val="84E0F93A"/>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ABD1F98"/>
    <w:multiLevelType w:val="hybridMultilevel"/>
    <w:tmpl w:val="7382BED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58B27F0"/>
    <w:multiLevelType w:val="hybridMultilevel"/>
    <w:tmpl w:val="C7DA6E7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5C56141"/>
    <w:multiLevelType w:val="hybridMultilevel"/>
    <w:tmpl w:val="A886CC66"/>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A6834D5"/>
    <w:multiLevelType w:val="hybridMultilevel"/>
    <w:tmpl w:val="1B4A2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BC30E7"/>
    <w:multiLevelType w:val="hybridMultilevel"/>
    <w:tmpl w:val="9E7A1A1C"/>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BF6746A"/>
    <w:multiLevelType w:val="hybridMultilevel"/>
    <w:tmpl w:val="5DC47C3E"/>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CEA71B6"/>
    <w:multiLevelType w:val="hybridMultilevel"/>
    <w:tmpl w:val="64E4190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32E434F"/>
    <w:multiLevelType w:val="hybridMultilevel"/>
    <w:tmpl w:val="FAB498F2"/>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9DC1F9D"/>
    <w:multiLevelType w:val="hybridMultilevel"/>
    <w:tmpl w:val="0AC8149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A8E470D"/>
    <w:multiLevelType w:val="hybridMultilevel"/>
    <w:tmpl w:val="1A629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790BE2"/>
    <w:multiLevelType w:val="hybridMultilevel"/>
    <w:tmpl w:val="17E8A8E0"/>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3245312C"/>
    <w:multiLevelType w:val="hybridMultilevel"/>
    <w:tmpl w:val="2200BBBA"/>
    <w:lvl w:ilvl="0" w:tplc="7076D92C">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3AA2E8F"/>
    <w:multiLevelType w:val="hybridMultilevel"/>
    <w:tmpl w:val="A83C7F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34C94BF1"/>
    <w:multiLevelType w:val="hybridMultilevel"/>
    <w:tmpl w:val="3E78D1E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B846826"/>
    <w:multiLevelType w:val="hybridMultilevel"/>
    <w:tmpl w:val="AB88185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C431FC1"/>
    <w:multiLevelType w:val="hybridMultilevel"/>
    <w:tmpl w:val="E370D54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39C743A"/>
    <w:multiLevelType w:val="hybridMultilevel"/>
    <w:tmpl w:val="694E2B7C"/>
    <w:lvl w:ilvl="0" w:tplc="7076D92C">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5C1439F"/>
    <w:multiLevelType w:val="hybridMultilevel"/>
    <w:tmpl w:val="C3F412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49626B42"/>
    <w:multiLevelType w:val="hybridMultilevel"/>
    <w:tmpl w:val="F4FE59D6"/>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B6A5B0B"/>
    <w:multiLevelType w:val="hybridMultilevel"/>
    <w:tmpl w:val="FA2040AA"/>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DDA5BBC"/>
    <w:multiLevelType w:val="hybridMultilevel"/>
    <w:tmpl w:val="EE7230B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09951C9"/>
    <w:multiLevelType w:val="hybridMultilevel"/>
    <w:tmpl w:val="A44C9820"/>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12410C1"/>
    <w:multiLevelType w:val="hybridMultilevel"/>
    <w:tmpl w:val="D5B8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12109C"/>
    <w:multiLevelType w:val="hybridMultilevel"/>
    <w:tmpl w:val="E2961F9A"/>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5FD2575"/>
    <w:multiLevelType w:val="hybridMultilevel"/>
    <w:tmpl w:val="6A1891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591F4E40"/>
    <w:multiLevelType w:val="hybridMultilevel"/>
    <w:tmpl w:val="7220B38C"/>
    <w:lvl w:ilvl="0" w:tplc="EC226746">
      <w:numFmt w:val="bullet"/>
      <w:lvlText w:val="•"/>
      <w:lvlJc w:val="left"/>
      <w:pPr>
        <w:ind w:left="720" w:hanging="360"/>
      </w:pPr>
      <w:rPr>
        <w:rFonts w:ascii="Times New Roman" w:eastAsia="Arial"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9350F18"/>
    <w:multiLevelType w:val="hybridMultilevel"/>
    <w:tmpl w:val="A1A49B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655653B4"/>
    <w:multiLevelType w:val="hybridMultilevel"/>
    <w:tmpl w:val="AB8810B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841603A"/>
    <w:multiLevelType w:val="hybridMultilevel"/>
    <w:tmpl w:val="B88C6694"/>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8B5454D"/>
    <w:multiLevelType w:val="hybridMultilevel"/>
    <w:tmpl w:val="9F7CF4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8FE1612"/>
    <w:multiLevelType w:val="hybridMultilevel"/>
    <w:tmpl w:val="D10E98D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D912B61"/>
    <w:multiLevelType w:val="hybridMultilevel"/>
    <w:tmpl w:val="B7BA021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E8708D9"/>
    <w:multiLevelType w:val="hybridMultilevel"/>
    <w:tmpl w:val="54F6CC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6FD4793F"/>
    <w:multiLevelType w:val="hybridMultilevel"/>
    <w:tmpl w:val="57C82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54239D2"/>
    <w:multiLevelType w:val="hybridMultilevel"/>
    <w:tmpl w:val="FF8888A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77DD3421"/>
    <w:multiLevelType w:val="hybridMultilevel"/>
    <w:tmpl w:val="3230B48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15:restartNumberingAfterBreak="0">
    <w:nsid w:val="79B8564E"/>
    <w:multiLevelType w:val="hybridMultilevel"/>
    <w:tmpl w:val="B89CAF90"/>
    <w:lvl w:ilvl="0" w:tplc="71042142">
      <w:start w:val="1"/>
      <w:numFmt w:val="decimal"/>
      <w:lvlText w:val="%1"/>
      <w:lvlJc w:val="left"/>
      <w:pPr>
        <w:ind w:left="720" w:hanging="360"/>
      </w:pPr>
      <w:rPr>
        <w:rFonts w:hint="default"/>
      </w:rPr>
    </w:lvl>
    <w:lvl w:ilvl="1" w:tplc="3918DA02">
      <w:start w:val="1"/>
      <w:numFmt w:val="lowerLetter"/>
      <w:lvlText w:val="%2"/>
      <w:lvlJc w:val="left"/>
      <w:pPr>
        <w:ind w:left="1440" w:hanging="360"/>
      </w:pPr>
      <w:rPr>
        <w:rFonts w:hint="default"/>
        <w:b w:val="0"/>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9"/>
  </w:num>
  <w:num w:numId="2">
    <w:abstractNumId w:val="38"/>
  </w:num>
  <w:num w:numId="3">
    <w:abstractNumId w:val="37"/>
  </w:num>
  <w:num w:numId="4">
    <w:abstractNumId w:val="19"/>
  </w:num>
  <w:num w:numId="5">
    <w:abstractNumId w:val="26"/>
  </w:num>
  <w:num w:numId="6">
    <w:abstractNumId w:val="0"/>
  </w:num>
  <w:num w:numId="7">
    <w:abstractNumId w:val="14"/>
  </w:num>
  <w:num w:numId="8">
    <w:abstractNumId w:val="28"/>
  </w:num>
  <w:num w:numId="9">
    <w:abstractNumId w:val="34"/>
  </w:num>
  <w:num w:numId="10">
    <w:abstractNumId w:val="24"/>
  </w:num>
  <w:num w:numId="11">
    <w:abstractNumId w:val="11"/>
  </w:num>
  <w:num w:numId="12">
    <w:abstractNumId w:val="35"/>
  </w:num>
  <w:num w:numId="13">
    <w:abstractNumId w:val="5"/>
  </w:num>
  <w:num w:numId="14">
    <w:abstractNumId w:val="12"/>
  </w:num>
  <w:num w:numId="15">
    <w:abstractNumId w:val="29"/>
  </w:num>
  <w:num w:numId="16">
    <w:abstractNumId w:val="22"/>
  </w:num>
  <w:num w:numId="17">
    <w:abstractNumId w:val="15"/>
  </w:num>
  <w:num w:numId="18">
    <w:abstractNumId w:val="8"/>
  </w:num>
  <w:num w:numId="19">
    <w:abstractNumId w:val="7"/>
  </w:num>
  <w:num w:numId="20">
    <w:abstractNumId w:val="30"/>
  </w:num>
  <w:num w:numId="21">
    <w:abstractNumId w:val="23"/>
  </w:num>
  <w:num w:numId="22">
    <w:abstractNumId w:val="36"/>
  </w:num>
  <w:num w:numId="23">
    <w:abstractNumId w:val="32"/>
  </w:num>
  <w:num w:numId="24">
    <w:abstractNumId w:val="3"/>
  </w:num>
  <w:num w:numId="25">
    <w:abstractNumId w:val="6"/>
  </w:num>
  <w:num w:numId="26">
    <w:abstractNumId w:val="17"/>
  </w:num>
  <w:num w:numId="27">
    <w:abstractNumId w:val="2"/>
  </w:num>
  <w:num w:numId="28">
    <w:abstractNumId w:val="20"/>
  </w:num>
  <w:num w:numId="29">
    <w:abstractNumId w:val="9"/>
  </w:num>
  <w:num w:numId="30">
    <w:abstractNumId w:val="1"/>
  </w:num>
  <w:num w:numId="31">
    <w:abstractNumId w:val="21"/>
  </w:num>
  <w:num w:numId="32">
    <w:abstractNumId w:val="4"/>
  </w:num>
  <w:num w:numId="33">
    <w:abstractNumId w:val="16"/>
  </w:num>
  <w:num w:numId="34">
    <w:abstractNumId w:val="13"/>
  </w:num>
  <w:num w:numId="35">
    <w:abstractNumId w:val="18"/>
  </w:num>
  <w:num w:numId="36">
    <w:abstractNumId w:val="33"/>
  </w:num>
  <w:num w:numId="37">
    <w:abstractNumId w:val="10"/>
  </w:num>
  <w:num w:numId="38">
    <w:abstractNumId w:val="31"/>
  </w:num>
  <w:num w:numId="39">
    <w:abstractNumId w:val="27"/>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63B7"/>
    <w:rsid w:val="000155A0"/>
    <w:rsid w:val="000500A9"/>
    <w:rsid w:val="00062882"/>
    <w:rsid w:val="00064CB1"/>
    <w:rsid w:val="000B603E"/>
    <w:rsid w:val="000C1F54"/>
    <w:rsid w:val="000D1BE3"/>
    <w:rsid w:val="000D485A"/>
    <w:rsid w:val="00114991"/>
    <w:rsid w:val="00116892"/>
    <w:rsid w:val="00194D67"/>
    <w:rsid w:val="00223121"/>
    <w:rsid w:val="002B3080"/>
    <w:rsid w:val="002D25EE"/>
    <w:rsid w:val="00320495"/>
    <w:rsid w:val="00325BC7"/>
    <w:rsid w:val="00340834"/>
    <w:rsid w:val="00342B20"/>
    <w:rsid w:val="003579A6"/>
    <w:rsid w:val="003908D1"/>
    <w:rsid w:val="003926E1"/>
    <w:rsid w:val="003948E1"/>
    <w:rsid w:val="003D4E90"/>
    <w:rsid w:val="004443D8"/>
    <w:rsid w:val="004F754C"/>
    <w:rsid w:val="0050786E"/>
    <w:rsid w:val="0052050E"/>
    <w:rsid w:val="0053034A"/>
    <w:rsid w:val="0053276D"/>
    <w:rsid w:val="00534E7A"/>
    <w:rsid w:val="00550169"/>
    <w:rsid w:val="00564179"/>
    <w:rsid w:val="00565F68"/>
    <w:rsid w:val="00575298"/>
    <w:rsid w:val="005927CB"/>
    <w:rsid w:val="00597F49"/>
    <w:rsid w:val="005E05CB"/>
    <w:rsid w:val="00603B82"/>
    <w:rsid w:val="0062231D"/>
    <w:rsid w:val="00630CDD"/>
    <w:rsid w:val="006338DE"/>
    <w:rsid w:val="006C7A0D"/>
    <w:rsid w:val="006D42FC"/>
    <w:rsid w:val="006E5738"/>
    <w:rsid w:val="00744A86"/>
    <w:rsid w:val="00787F7E"/>
    <w:rsid w:val="007A6F20"/>
    <w:rsid w:val="00837580"/>
    <w:rsid w:val="00850230"/>
    <w:rsid w:val="0087256B"/>
    <w:rsid w:val="00891818"/>
    <w:rsid w:val="00897846"/>
    <w:rsid w:val="008C5AB2"/>
    <w:rsid w:val="008E6A44"/>
    <w:rsid w:val="0095079A"/>
    <w:rsid w:val="009C2EB7"/>
    <w:rsid w:val="009F04E4"/>
    <w:rsid w:val="009F1F29"/>
    <w:rsid w:val="009F2D7A"/>
    <w:rsid w:val="00A33AAC"/>
    <w:rsid w:val="00A47BD3"/>
    <w:rsid w:val="00A85E85"/>
    <w:rsid w:val="00AE1D51"/>
    <w:rsid w:val="00B512AF"/>
    <w:rsid w:val="00B60A03"/>
    <w:rsid w:val="00B66D33"/>
    <w:rsid w:val="00B8370C"/>
    <w:rsid w:val="00BB5973"/>
    <w:rsid w:val="00BE098D"/>
    <w:rsid w:val="00C153FC"/>
    <w:rsid w:val="00C209F8"/>
    <w:rsid w:val="00C225D2"/>
    <w:rsid w:val="00C30BE5"/>
    <w:rsid w:val="00C615AE"/>
    <w:rsid w:val="00C738D1"/>
    <w:rsid w:val="00CB3385"/>
    <w:rsid w:val="00CB49DC"/>
    <w:rsid w:val="00CC2864"/>
    <w:rsid w:val="00CE52D8"/>
    <w:rsid w:val="00CF0FC3"/>
    <w:rsid w:val="00D273BE"/>
    <w:rsid w:val="00DB246B"/>
    <w:rsid w:val="00E0610A"/>
    <w:rsid w:val="00E0618A"/>
    <w:rsid w:val="00E816CF"/>
    <w:rsid w:val="00E82056"/>
    <w:rsid w:val="00E90E1F"/>
    <w:rsid w:val="00EB78D9"/>
    <w:rsid w:val="00EE7DDD"/>
    <w:rsid w:val="00EF7BB4"/>
    <w:rsid w:val="00F406B5"/>
    <w:rsid w:val="00F643D6"/>
    <w:rsid w:val="00F67D35"/>
    <w:rsid w:val="00FC7539"/>
    <w:rsid w:val="00FD4224"/>
    <w:rsid w:val="00FD5816"/>
    <w:rsid w:val="00FE4398"/>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cs="Courier New"/>
      <w:sz w:val="20"/>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EF10C3-0BAF-45E9-ABBB-364EC7800E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35</TotalTime>
  <Pages>12</Pages>
  <Words>2733</Words>
  <Characters>15581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18278</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4</cp:revision>
  <dcterms:created xsi:type="dcterms:W3CDTF">2020-07-13T06:32:00Z</dcterms:created>
  <dcterms:modified xsi:type="dcterms:W3CDTF">2020-08-03T05:27:00Z</dcterms:modified>
</cp:coreProperties>
</file>